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466CF" w14:textId="77777777" w:rsidR="007B3925" w:rsidRDefault="007B3925" w:rsidP="00793E29">
      <w:pPr>
        <w:pStyle w:val="Titre1"/>
      </w:pPr>
    </w:p>
    <w:p w14:paraId="5898DDE7" w14:textId="77777777" w:rsidR="007B3925" w:rsidRDefault="007B3925" w:rsidP="00793E29">
      <w:pPr>
        <w:pStyle w:val="Titre1"/>
      </w:pPr>
    </w:p>
    <w:p w14:paraId="7B85C46D" w14:textId="77777777" w:rsidR="007B3925" w:rsidRPr="00C852F8" w:rsidRDefault="007B3925" w:rsidP="00C852F8">
      <w:pPr>
        <w:pStyle w:val="Titre1"/>
        <w:keepNext/>
        <w:spacing w:before="240" w:after="60" w:line="240" w:lineRule="auto"/>
        <w:contextualSpacing w:val="0"/>
        <w:jc w:val="center"/>
        <w:rPr>
          <w:rFonts w:ascii="Arial Gras" w:eastAsia="Times New Roman" w:hAnsi="Arial Gras" w:cs="Arial"/>
          <w:bCs/>
          <w:caps/>
          <w:kern w:val="32"/>
          <w:sz w:val="32"/>
          <w:szCs w:val="32"/>
          <w:u w:val="none"/>
          <w:lang w:eastAsia="fr-FR"/>
        </w:rPr>
      </w:pPr>
      <w:r w:rsidRPr="00C852F8">
        <w:rPr>
          <w:rFonts w:ascii="Arial Gras" w:eastAsia="Times New Roman" w:hAnsi="Arial Gras" w:cs="Arial"/>
          <w:bCs/>
          <w:caps/>
          <w:kern w:val="32"/>
          <w:sz w:val="32"/>
          <w:szCs w:val="32"/>
          <w:u w:val="none"/>
          <w:lang w:eastAsia="fr-FR"/>
        </w:rPr>
        <w:t>APPENDIX EQUIPMENT SPECIFICATIONS</w:t>
      </w:r>
    </w:p>
    <w:p w14:paraId="55CD7DCF" w14:textId="77777777" w:rsidR="007B3925" w:rsidRPr="00C57903" w:rsidRDefault="007B3925" w:rsidP="00C852F8">
      <w:pPr>
        <w:pStyle w:val="Titre1"/>
        <w:keepNext/>
        <w:spacing w:before="240" w:after="60" w:line="240" w:lineRule="auto"/>
        <w:contextualSpacing w:val="0"/>
        <w:jc w:val="center"/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val="en-GB" w:eastAsia="fr-FR"/>
        </w:rPr>
      </w:pPr>
      <w:r w:rsidRPr="00C852F8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>File name:</w:t>
      </w:r>
      <w:r w:rsidR="00CE5C15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 xml:space="preserve"> </w:t>
      </w:r>
      <w:r w:rsidR="00CE5C15" w:rsidRPr="00CE5C15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>SECS-GEM Compliance Statement</w:t>
      </w:r>
    </w:p>
    <w:p w14:paraId="476063E9" w14:textId="7BE57660" w:rsidR="008F51F4" w:rsidRPr="00CF7FA8" w:rsidRDefault="00CE5C15" w:rsidP="00CF7FA8">
      <w:pPr>
        <w:pStyle w:val="En-tte"/>
        <w:ind w:left="708"/>
        <w:jc w:val="center"/>
        <w:rPr>
          <w:rFonts w:ascii="Arial" w:hAnsi="Arial" w:cs="Arial"/>
          <w:sz w:val="26"/>
          <w:szCs w:val="26"/>
          <w:lang w:val="en-US" w:eastAsia="fr-FR"/>
        </w:rPr>
      </w:pPr>
      <w:r w:rsidRPr="00CF7FA8">
        <w:rPr>
          <w:rFonts w:ascii="Arial" w:hAnsi="Arial" w:cs="Arial"/>
          <w:lang w:val="en-US" w:eastAsia="fr-FR"/>
        </w:rPr>
        <w:t xml:space="preserve">Ref: </w:t>
      </w:r>
      <w:r w:rsidR="00CF7FA8" w:rsidRPr="00CF7FA8">
        <w:rPr>
          <w:rFonts w:ascii="Arial" w:hAnsi="Arial" w:cs="Arial"/>
          <w:lang w:val="en-US"/>
        </w:rPr>
        <w:t>Fully</w:t>
      </w:r>
      <w:r w:rsidR="00CF7FA8" w:rsidRPr="00CF7FA8">
        <w:rPr>
          <w:rFonts w:ascii="Arial" w:hAnsi="Arial" w:cs="Arial"/>
          <w:szCs w:val="20"/>
          <w:lang w:val="en-US"/>
        </w:rPr>
        <w:t xml:space="preserve"> automatic sheet resistance measurement tool for semiconductor processes</w:t>
      </w:r>
    </w:p>
    <w:p w14:paraId="57E5C932" w14:textId="77777777" w:rsidR="008F51F4" w:rsidRPr="00280073" w:rsidRDefault="008F51F4" w:rsidP="008F51F4">
      <w:pPr>
        <w:pStyle w:val="En-tte"/>
        <w:spacing w:before="80"/>
        <w:ind w:left="851"/>
        <w:rPr>
          <w:b/>
          <w:color w:val="BFBFBF" w:themeColor="background1" w:themeShade="BF"/>
          <w:spacing w:val="20"/>
          <w:lang w:val="en-US"/>
        </w:rPr>
      </w:pPr>
    </w:p>
    <w:p w14:paraId="25645E0E" w14:textId="77777777" w:rsidR="00CE5C15" w:rsidRPr="00C82542" w:rsidRDefault="00CE5C15" w:rsidP="00CE5C15">
      <w:pPr>
        <w:jc w:val="center"/>
        <w:rPr>
          <w:rFonts w:ascii="Arial" w:hAnsi="Arial" w:cs="Arial"/>
          <w:sz w:val="26"/>
          <w:szCs w:val="26"/>
          <w:lang w:val="en-US" w:eastAsia="fr-FR"/>
        </w:rPr>
      </w:pPr>
    </w:p>
    <w:p w14:paraId="1678FF3A" w14:textId="77777777" w:rsidR="007B3925" w:rsidRPr="00280073" w:rsidRDefault="007B3925" w:rsidP="00C852F8">
      <w:pPr>
        <w:rPr>
          <w:lang w:val="en-US"/>
        </w:rPr>
      </w:pPr>
      <w:bookmarkStart w:id="0" w:name="_Ref272221449"/>
      <w:bookmarkStart w:id="1" w:name="_Toc275268165"/>
    </w:p>
    <w:p w14:paraId="3AE41A21" w14:textId="77777777" w:rsidR="007B3925" w:rsidRPr="00280073" w:rsidRDefault="007B3925" w:rsidP="00C852F8">
      <w:pPr>
        <w:rPr>
          <w:lang w:val="en-US"/>
        </w:rPr>
      </w:pPr>
    </w:p>
    <w:p w14:paraId="5BCB3775" w14:textId="77777777" w:rsidR="00C852F8" w:rsidRPr="00280073" w:rsidRDefault="00C852F8" w:rsidP="00C852F8">
      <w:pPr>
        <w:rPr>
          <w:lang w:val="en-US"/>
        </w:rPr>
      </w:pPr>
    </w:p>
    <w:p w14:paraId="1E1B6AAF" w14:textId="77777777" w:rsidR="00C852F8" w:rsidRPr="00280073" w:rsidRDefault="00C852F8" w:rsidP="00C852F8">
      <w:pPr>
        <w:rPr>
          <w:lang w:val="en-US"/>
        </w:rPr>
      </w:pPr>
    </w:p>
    <w:p w14:paraId="1CD873A0" w14:textId="77777777" w:rsidR="007B3925" w:rsidRPr="00280073" w:rsidRDefault="007B3925" w:rsidP="00C852F8">
      <w:pPr>
        <w:rPr>
          <w:lang w:val="en-US"/>
        </w:rPr>
      </w:pPr>
    </w:p>
    <w:p w14:paraId="36D86F82" w14:textId="77777777" w:rsidR="007B3925" w:rsidRPr="009D05CA" w:rsidRDefault="007B3925" w:rsidP="007B3925">
      <w:pPr>
        <w:pStyle w:val="Titre3"/>
        <w:jc w:val="center"/>
      </w:pPr>
      <w:r>
        <w:t>APPENDIX</w:t>
      </w:r>
      <w:r w:rsidRPr="009D05CA">
        <w:t xml:space="preserve"> </w:t>
      </w:r>
      <w:r>
        <w:t>J</w:t>
      </w:r>
      <w:r w:rsidRPr="009D05CA">
        <w:t xml:space="preserve">: </w:t>
      </w:r>
      <w:bookmarkEnd w:id="0"/>
      <w:bookmarkEnd w:id="1"/>
      <w:r w:rsidR="00793E29" w:rsidRPr="00793E29">
        <w:t>SECS/GEM C</w:t>
      </w:r>
      <w:r w:rsidR="00C852F8">
        <w:t>ompliance</w:t>
      </w:r>
      <w:r w:rsidR="00793E29" w:rsidRPr="00793E29">
        <w:t xml:space="preserve"> S</w:t>
      </w:r>
      <w:r w:rsidR="00C852F8">
        <w:t>tatement</w:t>
      </w:r>
    </w:p>
    <w:p w14:paraId="283A926A" w14:textId="77777777" w:rsidR="007B3925" w:rsidRPr="009D05CA" w:rsidRDefault="007B3925" w:rsidP="007B3925">
      <w:pPr>
        <w:pStyle w:val="Retraitnormal"/>
      </w:pPr>
    </w:p>
    <w:p w14:paraId="6A0FAB38" w14:textId="77777777" w:rsidR="007B3925" w:rsidRPr="009D05CA" w:rsidRDefault="007B3925" w:rsidP="007B3925">
      <w:pPr>
        <w:pStyle w:val="Retraitnormal"/>
      </w:pPr>
    </w:p>
    <w:p w14:paraId="762884D1" w14:textId="77777777" w:rsidR="007B3925" w:rsidRPr="009D05CA" w:rsidRDefault="007B3925" w:rsidP="007B3925">
      <w:pPr>
        <w:pStyle w:val="Retraitnormal"/>
      </w:pPr>
    </w:p>
    <w:p w14:paraId="0B7C4156" w14:textId="77777777" w:rsidR="007B3925" w:rsidRPr="009D05CA" w:rsidRDefault="007B3925" w:rsidP="007B3925">
      <w:pPr>
        <w:pStyle w:val="Retraitnormal"/>
      </w:pPr>
    </w:p>
    <w:p w14:paraId="38E33A03" w14:textId="77777777" w:rsidR="007B3925" w:rsidRPr="009D05CA" w:rsidRDefault="007B3925" w:rsidP="007B3925">
      <w:pPr>
        <w:pStyle w:val="Retraitnormal"/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4"/>
        <w:gridCol w:w="6910"/>
      </w:tblGrid>
      <w:tr w:rsidR="007B3925" w14:paraId="48B74F3A" w14:textId="77777777" w:rsidTr="00C852F8">
        <w:tc>
          <w:tcPr>
            <w:tcW w:w="2304" w:type="dxa"/>
            <w:shd w:val="clear" w:color="auto" w:fill="auto"/>
            <w:vAlign w:val="center"/>
          </w:tcPr>
          <w:p w14:paraId="003560A8" w14:textId="77777777" w:rsidR="007B3925" w:rsidRPr="00AC52FC" w:rsidRDefault="00A7577B" w:rsidP="002C7B8E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Contractor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1AC9BF29" w14:textId="77777777" w:rsidR="007B3925" w:rsidRDefault="007B3925" w:rsidP="002C7B8E">
            <w:pPr>
              <w:pStyle w:val="Retraitnormal"/>
              <w:ind w:left="0"/>
              <w:jc w:val="center"/>
            </w:pPr>
          </w:p>
        </w:tc>
      </w:tr>
      <w:tr w:rsidR="007B3925" w14:paraId="6A3F0D32" w14:textId="77777777" w:rsidTr="00C852F8">
        <w:tc>
          <w:tcPr>
            <w:tcW w:w="2304" w:type="dxa"/>
            <w:shd w:val="clear" w:color="auto" w:fill="auto"/>
            <w:vAlign w:val="center"/>
          </w:tcPr>
          <w:p w14:paraId="3B67494D" w14:textId="77777777" w:rsidR="007B3925" w:rsidRPr="0034112C" w:rsidRDefault="007B3925" w:rsidP="002C7B8E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 w:rsidRPr="0034112C">
              <w:rPr>
                <w:b/>
              </w:rPr>
              <w:t>Ref</w:t>
            </w:r>
            <w:r>
              <w:rPr>
                <w:b/>
              </w:rPr>
              <w:t>.</w:t>
            </w:r>
            <w:r w:rsidRPr="0034112C">
              <w:rPr>
                <w:b/>
              </w:rPr>
              <w:t xml:space="preserve"> of quotation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0473D1AA" w14:textId="77777777" w:rsidR="007B3925" w:rsidRDefault="007B3925" w:rsidP="002C7B8E">
            <w:pPr>
              <w:pStyle w:val="Retraitnormal"/>
              <w:ind w:left="0"/>
              <w:jc w:val="center"/>
            </w:pPr>
          </w:p>
        </w:tc>
      </w:tr>
    </w:tbl>
    <w:p w14:paraId="0FEA17FA" w14:textId="77777777" w:rsidR="007B3925" w:rsidRPr="000412D7" w:rsidRDefault="007B3925" w:rsidP="007B3925">
      <w:pPr>
        <w:pStyle w:val="Mentionslgales"/>
        <w:tabs>
          <w:tab w:val="right" w:pos="8647"/>
        </w:tabs>
        <w:spacing w:line="180" w:lineRule="exact"/>
        <w:ind w:left="-1418" w:right="-143"/>
        <w:rPr>
          <w:sz w:val="12"/>
          <w:szCs w:val="12"/>
          <w:lang w:val="en-US"/>
        </w:rPr>
      </w:pPr>
    </w:p>
    <w:p w14:paraId="22A67903" w14:textId="77777777" w:rsidR="007B3925" w:rsidRPr="007B3925" w:rsidRDefault="007B3925" w:rsidP="007B3925">
      <w:pPr>
        <w:pStyle w:val="Pieddepage"/>
      </w:pPr>
      <w:r>
        <w:rPr>
          <w:u w:val="single"/>
          <w:lang w:val="en-US"/>
        </w:rPr>
        <w:br w:type="page"/>
      </w:r>
    </w:p>
    <w:p w14:paraId="677D1B7D" w14:textId="77777777" w:rsidR="00EA4C9C" w:rsidRPr="00C852F8" w:rsidRDefault="00EA4C9C" w:rsidP="00C852F8">
      <w:pPr>
        <w:pStyle w:val="Titre1"/>
        <w:numPr>
          <w:ilvl w:val="0"/>
          <w:numId w:val="3"/>
        </w:numPr>
      </w:pPr>
      <w:r w:rsidRPr="00C852F8">
        <w:lastRenderedPageBreak/>
        <w:t>CUSTOMER ANSWER</w:t>
      </w:r>
      <w:r w:rsidR="008C4F39" w:rsidRPr="00C852F8">
        <w:t xml:space="preserve"> ON SEMI COMPLIANCE</w:t>
      </w:r>
      <w:r w:rsidR="00335AA2">
        <w:t xml:space="preserve"> FOR MANDATORY STANDARDS</w:t>
      </w:r>
    </w:p>
    <w:tbl>
      <w:tblPr>
        <w:tblStyle w:val="Tableausimple1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1467"/>
        <w:gridCol w:w="1559"/>
        <w:gridCol w:w="5245"/>
      </w:tblGrid>
      <w:tr w:rsidR="00062A0A" w:rsidRPr="00EA4C9C" w14:paraId="2C71D295" w14:textId="77777777" w:rsidTr="00D52C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14:paraId="45947B7A" w14:textId="77777777" w:rsidR="00EA4C9C" w:rsidRDefault="00EA4C9C" w:rsidP="00D52C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SUPPORT</w:t>
            </w:r>
          </w:p>
          <w:p w14:paraId="6C51D4D4" w14:textId="77777777" w:rsidR="00EA4C9C" w:rsidRPr="00C97C6C" w:rsidRDefault="00EA4C9C" w:rsidP="00D52CCC">
            <w:pPr>
              <w:jc w:val="center"/>
              <w:rPr>
                <w:b w:val="0"/>
                <w:i/>
                <w:lang w:val="en-US"/>
              </w:rPr>
            </w:pPr>
            <w:r w:rsidRPr="00C97C6C">
              <w:rPr>
                <w:b w:val="0"/>
                <w:i/>
                <w:lang w:val="en-US"/>
              </w:rPr>
              <w:t xml:space="preserve">ANSWER  </w:t>
            </w:r>
            <w:r w:rsidR="00207D10" w:rsidRPr="00C97C6C">
              <w:rPr>
                <w:b w:val="0"/>
                <w:i/>
                <w:lang w:val="en-US"/>
              </w:rPr>
              <w:t xml:space="preserve">YES </w:t>
            </w:r>
            <w:r w:rsidRPr="00C97C6C">
              <w:rPr>
                <w:b w:val="0"/>
                <w:i/>
                <w:lang w:val="en-US"/>
              </w:rPr>
              <w:t xml:space="preserve">OR </w:t>
            </w:r>
            <w:r w:rsidR="00207D10" w:rsidRPr="00C97C6C">
              <w:rPr>
                <w:b w:val="0"/>
                <w:i/>
                <w:lang w:val="en-US"/>
              </w:rPr>
              <w:t>NO</w:t>
            </w:r>
          </w:p>
        </w:tc>
        <w:tc>
          <w:tcPr>
            <w:tcW w:w="1467" w:type="dxa"/>
            <w:vAlign w:val="center"/>
          </w:tcPr>
          <w:p w14:paraId="1A5EBD3B" w14:textId="77777777" w:rsidR="00630620" w:rsidRDefault="00F36F23" w:rsidP="00F36F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SEMI</w:t>
            </w:r>
          </w:p>
          <w:p w14:paraId="3F8E4FC8" w14:textId="77777777" w:rsidR="00F36F23" w:rsidRPr="003F57F3" w:rsidRDefault="00F36F23" w:rsidP="00F36F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1559" w:type="dxa"/>
            <w:vAlign w:val="center"/>
          </w:tcPr>
          <w:p w14:paraId="51979335" w14:textId="77777777" w:rsidR="00EA4C9C" w:rsidRPr="00EA4C9C" w:rsidRDefault="00EA4C9C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5245" w:type="dxa"/>
            <w:vAlign w:val="center"/>
          </w:tcPr>
          <w:p w14:paraId="3EF73324" w14:textId="77777777" w:rsidR="00EA4C9C" w:rsidRPr="00EA4C9C" w:rsidRDefault="00EA4C9C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062A0A" w:rsidRPr="00EA4C9C" w14:paraId="0C44EEC1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5A86430" w14:textId="77777777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81858E8" w14:textId="77777777"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E5</w:t>
            </w:r>
          </w:p>
        </w:tc>
        <w:tc>
          <w:tcPr>
            <w:tcW w:w="1559" w:type="dxa"/>
          </w:tcPr>
          <w:p w14:paraId="6917A375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AE69DEA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4C9C">
              <w:t>SECS-II Message Content (SECS-II)</w:t>
            </w:r>
          </w:p>
        </w:tc>
      </w:tr>
      <w:tr w:rsidR="000226A1" w:rsidRPr="00EA4C9C" w14:paraId="77994B42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B88264C" w14:textId="77777777" w:rsidR="00EA4C9C" w:rsidRPr="00D97B0E" w:rsidRDefault="00EA4C9C" w:rsidP="00B411A7">
            <w:pPr>
              <w:rPr>
                <w:color w:val="3333FF"/>
              </w:rPr>
            </w:pPr>
          </w:p>
        </w:tc>
        <w:tc>
          <w:tcPr>
            <w:tcW w:w="1467" w:type="dxa"/>
          </w:tcPr>
          <w:p w14:paraId="413216B0" w14:textId="77777777" w:rsidR="00EA4C9C" w:rsidRPr="00F36F23" w:rsidRDefault="00EA4C9C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E30</w:t>
            </w:r>
          </w:p>
        </w:tc>
        <w:tc>
          <w:tcPr>
            <w:tcW w:w="1559" w:type="dxa"/>
          </w:tcPr>
          <w:p w14:paraId="399D390D" w14:textId="77777777"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FA27CC4" w14:textId="77777777"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A4C9C">
              <w:rPr>
                <w:lang w:val="en-US"/>
              </w:rPr>
              <w:t xml:space="preserve">Generic Equipment Model (GEM) </w:t>
            </w:r>
          </w:p>
        </w:tc>
      </w:tr>
      <w:tr w:rsidR="00062A0A" w:rsidRPr="00EA4C9C" w14:paraId="59E2F5A0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EE91DEF" w14:textId="77777777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02E3682" w14:textId="77777777"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</w:t>
            </w:r>
          </w:p>
        </w:tc>
        <w:tc>
          <w:tcPr>
            <w:tcW w:w="1559" w:type="dxa"/>
          </w:tcPr>
          <w:p w14:paraId="67EE0D83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2895732" w14:textId="77777777" w:rsidR="009B6FCD" w:rsidRPr="00EA4C9C" w:rsidRDefault="00EA4C9C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A4C9C">
              <w:rPr>
                <w:lang w:val="en-US"/>
              </w:rPr>
              <w:t xml:space="preserve">HSMS Transfer Protocol (HSMS) </w:t>
            </w:r>
          </w:p>
        </w:tc>
      </w:tr>
      <w:tr w:rsidR="000226A1" w:rsidRPr="00CF7FA8" w14:paraId="1094CEA9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2F5DA82" w14:textId="77777777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CCC8FD5" w14:textId="77777777" w:rsidR="00EA4C9C" w:rsidRPr="00F36F23" w:rsidRDefault="00EA4C9C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E37.1</w:t>
            </w:r>
          </w:p>
        </w:tc>
        <w:tc>
          <w:tcPr>
            <w:tcW w:w="1559" w:type="dxa"/>
          </w:tcPr>
          <w:p w14:paraId="2EB6B9B8" w14:textId="77777777"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2FF8B6E" w14:textId="77777777" w:rsidR="00EA4C9C" w:rsidRPr="00EA4C9C" w:rsidRDefault="00BB303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HSMS Single-Session</w:t>
            </w:r>
            <w:r w:rsidR="002E4A68">
              <w:rPr>
                <w:lang w:val="en-US"/>
              </w:rPr>
              <w:t xml:space="preserve"> (HSMS-SS)</w:t>
            </w:r>
          </w:p>
        </w:tc>
      </w:tr>
      <w:tr w:rsidR="00062A0A" w:rsidRPr="00CF7FA8" w14:paraId="03001477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7C8D8C0" w14:textId="77777777"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F300FCC" w14:textId="77777777"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E37.2</w:t>
            </w:r>
          </w:p>
        </w:tc>
        <w:tc>
          <w:tcPr>
            <w:tcW w:w="1559" w:type="dxa"/>
          </w:tcPr>
          <w:p w14:paraId="61DADAFA" w14:textId="77777777"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40F88CE" w14:textId="77777777" w:rsidR="00EA4C9C" w:rsidRPr="00EA4C9C" w:rsidRDefault="002E4A68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HSMS General Session (HSMS-GS)</w:t>
            </w:r>
          </w:p>
        </w:tc>
      </w:tr>
      <w:tr w:rsidR="000226A1" w:rsidRPr="00F36F23" w14:paraId="0463A3ED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51DD39A" w14:textId="77777777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44B8187" w14:textId="77777777" w:rsidR="00BF001B" w:rsidRPr="00F36F23" w:rsidRDefault="00BF001B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E39</w:t>
            </w:r>
          </w:p>
        </w:tc>
        <w:tc>
          <w:tcPr>
            <w:tcW w:w="1559" w:type="dxa"/>
          </w:tcPr>
          <w:p w14:paraId="6FB50CEE" w14:textId="77777777" w:rsidR="00BF001B" w:rsidRPr="00BF001B" w:rsidRDefault="00BF001B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FBDEE17" w14:textId="77777777" w:rsidR="009B6FCD" w:rsidRPr="009B6FCD" w:rsidRDefault="00BF001B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Object Services Standard (OSS) </w:t>
            </w:r>
          </w:p>
        </w:tc>
      </w:tr>
      <w:tr w:rsidR="00062A0A" w:rsidRPr="00BF001B" w14:paraId="0D3448FC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D947E15" w14:textId="77777777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4B5D44E" w14:textId="77777777" w:rsidR="00BF001B" w:rsidRPr="00F36F23" w:rsidRDefault="00BF001B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E39.1</w:t>
            </w:r>
          </w:p>
        </w:tc>
        <w:tc>
          <w:tcPr>
            <w:tcW w:w="1559" w:type="dxa"/>
          </w:tcPr>
          <w:p w14:paraId="0E9E84BD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256F650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F36F23" w14:paraId="5B3B7527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9E0B102" w14:textId="77777777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BF35BD1" w14:textId="77777777" w:rsidR="00BF001B" w:rsidRPr="00F36F23" w:rsidRDefault="00BF001B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E40</w:t>
            </w:r>
          </w:p>
        </w:tc>
        <w:tc>
          <w:tcPr>
            <w:tcW w:w="1559" w:type="dxa"/>
          </w:tcPr>
          <w:p w14:paraId="32161C58" w14:textId="77777777" w:rsidR="00BF001B" w:rsidRPr="00BF001B" w:rsidRDefault="00BF001B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54A3762" w14:textId="77777777" w:rsidR="009B6FCD" w:rsidRPr="009B6FCD" w:rsidRDefault="00BF001B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Processing </w:t>
            </w:r>
            <w:r w:rsidR="001B5F74"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(PM) </w:t>
            </w:r>
          </w:p>
        </w:tc>
      </w:tr>
      <w:tr w:rsidR="00062A0A" w:rsidRPr="00BF001B" w14:paraId="0D093CC8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30A4F1C" w14:textId="77777777"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D8994E8" w14:textId="77777777" w:rsidR="00BF001B" w:rsidRPr="00F36F23" w:rsidRDefault="00BF001B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E40.1</w:t>
            </w:r>
          </w:p>
        </w:tc>
        <w:tc>
          <w:tcPr>
            <w:tcW w:w="1559" w:type="dxa"/>
          </w:tcPr>
          <w:p w14:paraId="72223071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4A946AE" w14:textId="77777777"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CF7FA8" w14:paraId="3C5735D7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66D87A5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2F98741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E84</w:t>
            </w:r>
          </w:p>
        </w:tc>
        <w:tc>
          <w:tcPr>
            <w:tcW w:w="1559" w:type="dxa"/>
          </w:tcPr>
          <w:p w14:paraId="59C698EF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2E5FE3D" w14:textId="77777777" w:rsidR="009B6FCD" w:rsidRPr="009B6FCD" w:rsidRDefault="000226A1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Carrier Handoff Parallel I/O Interface (EPIO) </w:t>
            </w:r>
          </w:p>
        </w:tc>
      </w:tr>
      <w:tr w:rsidR="000226A1" w:rsidRPr="00CF7FA8" w14:paraId="14996390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8B93E1C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590C389" w14:textId="77777777"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E87</w:t>
            </w:r>
          </w:p>
        </w:tc>
        <w:tc>
          <w:tcPr>
            <w:tcW w:w="1559" w:type="dxa"/>
          </w:tcPr>
          <w:p w14:paraId="4DAA5947" w14:textId="77777777" w:rsidR="000226A1" w:rsidRPr="000226A1" w:rsidRDefault="000226A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B2FD209" w14:textId="77777777" w:rsidR="009B6FCD" w:rsidRPr="009B6FCD" w:rsidRDefault="000226A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Carrier </w:t>
            </w:r>
            <w:r w:rsidR="001B5F74">
              <w:rPr>
                <w:lang w:val="en-US"/>
              </w:rPr>
              <w:t xml:space="preserve">Management </w:t>
            </w:r>
            <w:r w:rsidRPr="000226A1">
              <w:rPr>
                <w:lang w:val="en-US"/>
              </w:rPr>
              <w:t xml:space="preserve"> Specification (CMS) In-line with track</w:t>
            </w:r>
          </w:p>
        </w:tc>
      </w:tr>
      <w:tr w:rsidR="000226A1" w:rsidRPr="000226A1" w14:paraId="5C2638D4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B8D38F1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3CE6724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E87.1</w:t>
            </w:r>
          </w:p>
        </w:tc>
        <w:tc>
          <w:tcPr>
            <w:tcW w:w="1559" w:type="dxa"/>
          </w:tcPr>
          <w:p w14:paraId="3057B801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03AD5BB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0226A1" w14:paraId="16995FF9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15F0B4F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641BDEC" w14:textId="77777777"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E90</w:t>
            </w:r>
          </w:p>
        </w:tc>
        <w:tc>
          <w:tcPr>
            <w:tcW w:w="1559" w:type="dxa"/>
          </w:tcPr>
          <w:p w14:paraId="531FF9F9" w14:textId="77777777" w:rsidR="000226A1" w:rsidRPr="000226A1" w:rsidRDefault="000226A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CC5AD63" w14:textId="77777777" w:rsidR="009B6FCD" w:rsidRPr="009B6FCD" w:rsidRDefault="000226A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Substrate Tracking Specification (STS)</w:t>
            </w:r>
          </w:p>
        </w:tc>
      </w:tr>
      <w:tr w:rsidR="000226A1" w:rsidRPr="000226A1" w14:paraId="324673B5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5037EFE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22B9E34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E90.1</w:t>
            </w:r>
          </w:p>
        </w:tc>
        <w:tc>
          <w:tcPr>
            <w:tcW w:w="1559" w:type="dxa"/>
          </w:tcPr>
          <w:p w14:paraId="1E61191E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E0D60C7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CF7FA8" w14:paraId="667774FB" w14:textId="77777777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3D1B02F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E60D537" w14:textId="77777777"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E94</w:t>
            </w:r>
          </w:p>
        </w:tc>
        <w:tc>
          <w:tcPr>
            <w:tcW w:w="1559" w:type="dxa"/>
          </w:tcPr>
          <w:p w14:paraId="53E06629" w14:textId="77777777" w:rsidR="000226A1" w:rsidRPr="000226A1" w:rsidRDefault="000226A1" w:rsidP="00544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2BC2229" w14:textId="77777777" w:rsidR="009B6FCD" w:rsidRPr="009B6FCD" w:rsidRDefault="005440E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Control Job Ma</w:t>
            </w:r>
            <w:r w:rsidR="001B5F74">
              <w:rPr>
                <w:lang w:val="en-US"/>
              </w:rPr>
              <w:t>na</w:t>
            </w:r>
            <w:r w:rsidRPr="000226A1">
              <w:rPr>
                <w:lang w:val="en-US"/>
              </w:rPr>
              <w:t>gement Specification (CJM) In-line with track</w:t>
            </w:r>
          </w:p>
        </w:tc>
      </w:tr>
      <w:tr w:rsidR="000226A1" w:rsidRPr="000226A1" w14:paraId="0963B2C9" w14:textId="77777777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FCFA537" w14:textId="77777777"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C01F544" w14:textId="77777777"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E94.1</w:t>
            </w:r>
          </w:p>
        </w:tc>
        <w:tc>
          <w:tcPr>
            <w:tcW w:w="1559" w:type="dxa"/>
          </w:tcPr>
          <w:p w14:paraId="622AF3B7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4D48E4C" w14:textId="77777777"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50CE6CD6" w14:textId="77777777" w:rsidR="00084902" w:rsidRDefault="00084902" w:rsidP="00455AD5">
      <w:pPr>
        <w:rPr>
          <w:lang w:val="en-US"/>
        </w:rPr>
      </w:pPr>
    </w:p>
    <w:p w14:paraId="1A3220D7" w14:textId="77777777" w:rsidR="00335AA2" w:rsidRDefault="00335AA2">
      <w:pPr>
        <w:rPr>
          <w:lang w:val="en-US"/>
        </w:rPr>
      </w:pPr>
      <w:r>
        <w:rPr>
          <w:lang w:val="en-US"/>
        </w:rPr>
        <w:br w:type="page"/>
      </w:r>
    </w:p>
    <w:p w14:paraId="10229C71" w14:textId="77777777" w:rsidR="00335AA2" w:rsidRDefault="00335AA2" w:rsidP="00455AD5">
      <w:pPr>
        <w:rPr>
          <w:lang w:val="en-US"/>
        </w:rPr>
      </w:pPr>
    </w:p>
    <w:p w14:paraId="1AD867B4" w14:textId="77777777" w:rsidR="00335AA2" w:rsidRPr="00C852F8" w:rsidRDefault="00335AA2" w:rsidP="00335AA2">
      <w:pPr>
        <w:pStyle w:val="Titre1"/>
        <w:numPr>
          <w:ilvl w:val="0"/>
          <w:numId w:val="3"/>
        </w:numPr>
      </w:pPr>
      <w:r w:rsidRPr="00C852F8">
        <w:t>CUSTOMER ANSWER ON SEMI COMPLIANCE</w:t>
      </w:r>
      <w:r>
        <w:t xml:space="preserve"> FOR OPTIONAL STANDARDS</w:t>
      </w:r>
    </w:p>
    <w:tbl>
      <w:tblPr>
        <w:tblStyle w:val="Tableausimple1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1467"/>
        <w:gridCol w:w="1559"/>
        <w:gridCol w:w="5245"/>
      </w:tblGrid>
      <w:tr w:rsidR="00335AA2" w:rsidRPr="00EA4C9C" w14:paraId="3B9E2C04" w14:textId="77777777" w:rsidTr="00FE29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14:paraId="7B0F3742" w14:textId="77777777" w:rsidR="00335AA2" w:rsidRDefault="00335AA2" w:rsidP="00FE29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SUPPORT</w:t>
            </w:r>
          </w:p>
          <w:p w14:paraId="11C7DB23" w14:textId="77777777" w:rsidR="00335AA2" w:rsidRPr="00C97C6C" w:rsidRDefault="00335AA2" w:rsidP="00FE29E5">
            <w:pPr>
              <w:jc w:val="center"/>
              <w:rPr>
                <w:b w:val="0"/>
                <w:i/>
                <w:lang w:val="en-US"/>
              </w:rPr>
            </w:pPr>
            <w:r w:rsidRPr="00C97C6C">
              <w:rPr>
                <w:b w:val="0"/>
                <w:i/>
                <w:lang w:val="en-US"/>
              </w:rPr>
              <w:t>ANSWER  YES OR NO</w:t>
            </w:r>
          </w:p>
        </w:tc>
        <w:tc>
          <w:tcPr>
            <w:tcW w:w="1467" w:type="dxa"/>
            <w:vAlign w:val="center"/>
          </w:tcPr>
          <w:p w14:paraId="3B2E8071" w14:textId="77777777" w:rsidR="00335AA2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SEMI</w:t>
            </w:r>
          </w:p>
          <w:p w14:paraId="020247C5" w14:textId="77777777" w:rsidR="00335AA2" w:rsidRPr="003F57F3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1559" w:type="dxa"/>
            <w:vAlign w:val="center"/>
          </w:tcPr>
          <w:p w14:paraId="2C880671" w14:textId="77777777" w:rsidR="00335AA2" w:rsidRPr="00EA4C9C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5245" w:type="dxa"/>
            <w:vAlign w:val="center"/>
          </w:tcPr>
          <w:p w14:paraId="796BE787" w14:textId="77777777" w:rsidR="00335AA2" w:rsidRPr="00EA4C9C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335AA2" w:rsidRPr="00BF001B" w14:paraId="776FC11F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E0B669A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66BF0EB" w14:textId="77777777" w:rsidR="00335AA2" w:rsidRPr="00F36F23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E41</w:t>
            </w:r>
          </w:p>
        </w:tc>
        <w:tc>
          <w:tcPr>
            <w:tcW w:w="1559" w:type="dxa"/>
          </w:tcPr>
          <w:p w14:paraId="06065273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B95A88B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Exception </w:t>
            </w:r>
            <w:r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(EM) </w:t>
            </w:r>
          </w:p>
        </w:tc>
      </w:tr>
      <w:tr w:rsidR="00335AA2" w:rsidRPr="00BF001B" w14:paraId="7E412D8D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550C04B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5EDC4CD" w14:textId="77777777" w:rsidR="00335AA2" w:rsidRPr="00F36F23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E41.1</w:t>
            </w:r>
          </w:p>
        </w:tc>
        <w:tc>
          <w:tcPr>
            <w:tcW w:w="1559" w:type="dxa"/>
          </w:tcPr>
          <w:p w14:paraId="1DA3D839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1AABDD4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001B" w14:paraId="6180E2CB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57D7BA0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9FC7746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E42</w:t>
            </w:r>
          </w:p>
        </w:tc>
        <w:tc>
          <w:tcPr>
            <w:tcW w:w="1559" w:type="dxa"/>
          </w:tcPr>
          <w:p w14:paraId="4578A394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02834DD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Recipe </w:t>
            </w:r>
            <w:r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Standard (RMS)</w:t>
            </w:r>
          </w:p>
        </w:tc>
      </w:tr>
      <w:tr w:rsidR="00335AA2" w:rsidRPr="00BF001B" w14:paraId="2C9C814E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8895DCA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8DFD245" w14:textId="77777777"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E42.1</w:t>
            </w:r>
          </w:p>
        </w:tc>
        <w:tc>
          <w:tcPr>
            <w:tcW w:w="1559" w:type="dxa"/>
          </w:tcPr>
          <w:p w14:paraId="7D926A45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503C4A9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001B" w14:paraId="65EABCE0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B195532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5E61A0E" w14:textId="77777777" w:rsidR="00335AA2" w:rsidRPr="00BF001B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E53</w:t>
            </w:r>
          </w:p>
        </w:tc>
        <w:tc>
          <w:tcPr>
            <w:tcW w:w="1559" w:type="dxa"/>
          </w:tcPr>
          <w:p w14:paraId="47828272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4D336D0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Event Reporting</w:t>
            </w:r>
          </w:p>
        </w:tc>
      </w:tr>
      <w:tr w:rsidR="00335AA2" w:rsidRPr="00BF001B" w14:paraId="499846A5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95CCC31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8126670" w14:textId="77777777" w:rsidR="00335AA2" w:rsidRPr="00BF001B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E53.1</w:t>
            </w:r>
          </w:p>
        </w:tc>
        <w:tc>
          <w:tcPr>
            <w:tcW w:w="1559" w:type="dxa"/>
          </w:tcPr>
          <w:p w14:paraId="74F0D397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5F24044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CF7FA8" w14:paraId="0514BE52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1DB0EE4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BD730B1" w14:textId="77777777" w:rsidR="00335AA2" w:rsidRPr="00BF001B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E54</w:t>
            </w:r>
          </w:p>
        </w:tc>
        <w:tc>
          <w:tcPr>
            <w:tcW w:w="1559" w:type="dxa"/>
          </w:tcPr>
          <w:p w14:paraId="0973FDDA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1DE37F0" w14:textId="77777777"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Sensor/Actuator Network Standard (SAN)</w:t>
            </w:r>
          </w:p>
        </w:tc>
      </w:tr>
      <w:tr w:rsidR="00335AA2" w:rsidRPr="00CF7FA8" w14:paraId="0A1A279C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7D5F1E3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5AD3761" w14:textId="77777777" w:rsidR="00335AA2" w:rsidRPr="00BF001B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E58</w:t>
            </w:r>
          </w:p>
        </w:tc>
        <w:tc>
          <w:tcPr>
            <w:tcW w:w="1559" w:type="dxa"/>
          </w:tcPr>
          <w:p w14:paraId="51325AA1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3CBBCE4" w14:textId="77777777"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Availability, Reliability And </w:t>
            </w:r>
            <w:proofErr w:type="spellStart"/>
            <w:r w:rsidRPr="00BF001B">
              <w:rPr>
                <w:lang w:val="en-US"/>
              </w:rPr>
              <w:t>Maint</w:t>
            </w:r>
            <w:r>
              <w:rPr>
                <w:lang w:val="en-US"/>
              </w:rPr>
              <w:t>ena</w:t>
            </w:r>
            <w:r w:rsidRPr="00BF001B">
              <w:rPr>
                <w:lang w:val="en-US"/>
              </w:rPr>
              <w:t>bility</w:t>
            </w:r>
            <w:proofErr w:type="spellEnd"/>
            <w:r w:rsidRPr="00BF001B">
              <w:rPr>
                <w:lang w:val="en-US"/>
              </w:rPr>
              <w:t xml:space="preserve"> (ARAMS)</w:t>
            </w:r>
          </w:p>
        </w:tc>
      </w:tr>
      <w:tr w:rsidR="00335AA2" w:rsidRPr="000226A1" w14:paraId="4F48FE95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86E48AA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9E6760E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E58.1</w:t>
            </w:r>
          </w:p>
        </w:tc>
        <w:tc>
          <w:tcPr>
            <w:tcW w:w="1559" w:type="dxa"/>
          </w:tcPr>
          <w:p w14:paraId="094BB7D4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8D7F118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0226A1" w14:paraId="349E2A9C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E5B844D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7EF6692" w14:textId="77777777"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E95</w:t>
            </w:r>
          </w:p>
        </w:tc>
        <w:tc>
          <w:tcPr>
            <w:tcW w:w="1559" w:type="dxa"/>
          </w:tcPr>
          <w:p w14:paraId="163EDEC3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4F48BA7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Human Interface Specification (HCI) </w:t>
            </w:r>
          </w:p>
        </w:tc>
      </w:tr>
      <w:tr w:rsidR="00335AA2" w:rsidRPr="00CF7FA8" w14:paraId="24755469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2D56B34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07E7D23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E98</w:t>
            </w:r>
          </w:p>
        </w:tc>
        <w:tc>
          <w:tcPr>
            <w:tcW w:w="1559" w:type="dxa"/>
          </w:tcPr>
          <w:p w14:paraId="4F9379FC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7BBA351" w14:textId="77777777"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Object Based Equipment Model (OBEM)</w:t>
            </w:r>
          </w:p>
        </w:tc>
      </w:tr>
      <w:tr w:rsidR="00335AA2" w:rsidRPr="000226A1" w14:paraId="4DD566D2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4340EE5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C2C3D5D" w14:textId="77777777"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E98.1</w:t>
            </w:r>
          </w:p>
        </w:tc>
        <w:tc>
          <w:tcPr>
            <w:tcW w:w="1559" w:type="dxa"/>
          </w:tcPr>
          <w:p w14:paraId="683AC7EA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2143F84" w14:textId="77777777"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CF7FA8" w14:paraId="66BE6E6F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ED66527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51F33AFF" w14:textId="77777777"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E99</w:t>
            </w:r>
          </w:p>
        </w:tc>
        <w:tc>
          <w:tcPr>
            <w:tcW w:w="1559" w:type="dxa"/>
          </w:tcPr>
          <w:p w14:paraId="7B2B1A75" w14:textId="77777777" w:rsidR="00335AA2" w:rsidRPr="00EA4C9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FA2E1D5" w14:textId="77777777" w:rsidR="00335AA2" w:rsidRPr="00EA4C9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0303 Carrier ID Reader/Writer (CIDRW) Only for Reticle Pods</w:t>
            </w:r>
          </w:p>
        </w:tc>
      </w:tr>
      <w:tr w:rsidR="00335AA2" w:rsidRPr="00CF7FA8" w14:paraId="73F6A38C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29F9229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2EB6EFB5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E109</w:t>
            </w:r>
          </w:p>
        </w:tc>
        <w:tc>
          <w:tcPr>
            <w:tcW w:w="1559" w:type="dxa"/>
          </w:tcPr>
          <w:p w14:paraId="3B16D12A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5630D00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Reticle and Pod </w:t>
            </w:r>
            <w:r>
              <w:rPr>
                <w:lang w:val="en-US"/>
              </w:rPr>
              <w:t xml:space="preserve">Management </w:t>
            </w:r>
            <w:r w:rsidRPr="00455AD5">
              <w:rPr>
                <w:lang w:val="en-US"/>
              </w:rPr>
              <w:t xml:space="preserve"> (RPMS) </w:t>
            </w:r>
          </w:p>
        </w:tc>
      </w:tr>
      <w:tr w:rsidR="00335AA2" w:rsidRPr="00455AD5" w14:paraId="533C1120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7ED1716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D9B901E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E109.1</w:t>
            </w:r>
          </w:p>
        </w:tc>
        <w:tc>
          <w:tcPr>
            <w:tcW w:w="1559" w:type="dxa"/>
          </w:tcPr>
          <w:p w14:paraId="13F4A2AC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B1156CF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455AD5" w14:paraId="60A18102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269CEDE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031F71B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E116</w:t>
            </w:r>
          </w:p>
        </w:tc>
        <w:tc>
          <w:tcPr>
            <w:tcW w:w="1559" w:type="dxa"/>
          </w:tcPr>
          <w:p w14:paraId="47E1CC8E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C714644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Equipment Performance Tracking (EPT)</w:t>
            </w:r>
          </w:p>
        </w:tc>
      </w:tr>
      <w:tr w:rsidR="00335AA2" w:rsidRPr="00455AD5" w14:paraId="15FC2A1E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EDF0F8E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E648EA8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E116.1</w:t>
            </w:r>
          </w:p>
        </w:tc>
        <w:tc>
          <w:tcPr>
            <w:tcW w:w="1559" w:type="dxa"/>
          </w:tcPr>
          <w:p w14:paraId="32C1953B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786B5E0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14:paraId="017BF69F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5E88F47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5CD4A1E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E120</w:t>
            </w:r>
          </w:p>
        </w:tc>
        <w:tc>
          <w:tcPr>
            <w:tcW w:w="1559" w:type="dxa"/>
          </w:tcPr>
          <w:p w14:paraId="6FA14AFF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9C6FA45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Common Equipment Model (CEM)</w:t>
            </w:r>
          </w:p>
        </w:tc>
      </w:tr>
      <w:tr w:rsidR="00335AA2" w:rsidRPr="00455AD5" w14:paraId="6EB2A762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BB0E52B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C5446F7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E120.1</w:t>
            </w:r>
          </w:p>
        </w:tc>
        <w:tc>
          <w:tcPr>
            <w:tcW w:w="1559" w:type="dxa"/>
          </w:tcPr>
          <w:p w14:paraId="68333461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F6D49BE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CF7FA8" w14:paraId="0D891015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6CC3EA1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748B9335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E121</w:t>
            </w:r>
          </w:p>
        </w:tc>
        <w:tc>
          <w:tcPr>
            <w:tcW w:w="1559" w:type="dxa"/>
          </w:tcPr>
          <w:p w14:paraId="299B4799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45168F6D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XML Style and Usage for Semiconductor</w:t>
            </w:r>
          </w:p>
        </w:tc>
      </w:tr>
      <w:tr w:rsidR="00335AA2" w:rsidRPr="00455AD5" w14:paraId="28DD0E9E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E3AB40B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0D19EF9A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E125</w:t>
            </w:r>
          </w:p>
        </w:tc>
        <w:tc>
          <w:tcPr>
            <w:tcW w:w="1559" w:type="dxa"/>
          </w:tcPr>
          <w:p w14:paraId="3709A61C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8365EBC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Equipment </w:t>
            </w:r>
            <w:proofErr w:type="spellStart"/>
            <w:r w:rsidRPr="00455AD5">
              <w:rPr>
                <w:lang w:val="en-US"/>
              </w:rPr>
              <w:t>Self Description</w:t>
            </w:r>
            <w:proofErr w:type="spellEnd"/>
            <w:r w:rsidRPr="00455AD5">
              <w:rPr>
                <w:lang w:val="en-US"/>
              </w:rPr>
              <w:t xml:space="preserve"> (</w:t>
            </w:r>
            <w:proofErr w:type="spellStart"/>
            <w:r w:rsidRPr="00455AD5">
              <w:rPr>
                <w:lang w:val="en-US"/>
              </w:rPr>
              <w:t>EqSD</w:t>
            </w:r>
            <w:proofErr w:type="spellEnd"/>
            <w:r w:rsidRPr="00455AD5">
              <w:rPr>
                <w:lang w:val="en-US"/>
              </w:rPr>
              <w:t xml:space="preserve">) </w:t>
            </w:r>
          </w:p>
        </w:tc>
      </w:tr>
      <w:tr w:rsidR="00335AA2" w:rsidRPr="00455AD5" w14:paraId="13EE8C46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3867F57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9D01270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E125.1</w:t>
            </w:r>
          </w:p>
        </w:tc>
        <w:tc>
          <w:tcPr>
            <w:tcW w:w="1559" w:type="dxa"/>
          </w:tcPr>
          <w:p w14:paraId="5E600064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3FBF4E4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CF7FA8" w14:paraId="7500A1C5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41880ACF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B137594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E126</w:t>
            </w:r>
          </w:p>
        </w:tc>
        <w:tc>
          <w:tcPr>
            <w:tcW w:w="1559" w:type="dxa"/>
          </w:tcPr>
          <w:p w14:paraId="54926217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0EC9F675" w14:textId="77777777" w:rsidR="00335AA2" w:rsidRPr="00EA122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A122C">
              <w:rPr>
                <w:lang w:val="en-US"/>
              </w:rPr>
              <w:t>Equipment Quality Information Parameters (EQIP)</w:t>
            </w:r>
          </w:p>
        </w:tc>
      </w:tr>
      <w:tr w:rsidR="00335AA2" w:rsidRPr="00455AD5" w14:paraId="73BCA50C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344AF668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ADBC6BA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E128</w:t>
            </w:r>
          </w:p>
        </w:tc>
        <w:tc>
          <w:tcPr>
            <w:tcW w:w="1559" w:type="dxa"/>
          </w:tcPr>
          <w:p w14:paraId="1C63AA56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68A53C6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t>XML Message Structure</w:t>
            </w:r>
          </w:p>
        </w:tc>
      </w:tr>
      <w:tr w:rsidR="00335AA2" w:rsidRPr="00CF7FA8" w14:paraId="66F5F839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2714C090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22C09E2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E132</w:t>
            </w:r>
          </w:p>
        </w:tc>
        <w:tc>
          <w:tcPr>
            <w:tcW w:w="1559" w:type="dxa"/>
          </w:tcPr>
          <w:p w14:paraId="4E841E6F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D90616A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Equipment Client Authentication and Authorization (ECA) </w:t>
            </w:r>
          </w:p>
        </w:tc>
      </w:tr>
      <w:tr w:rsidR="00335AA2" w:rsidRPr="00455AD5" w14:paraId="27B13CCF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05407EF3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652D465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E132.1</w:t>
            </w:r>
          </w:p>
        </w:tc>
        <w:tc>
          <w:tcPr>
            <w:tcW w:w="1559" w:type="dxa"/>
          </w:tcPr>
          <w:p w14:paraId="02AAEF4D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72AB10D2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14:paraId="65EE1A87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5576869F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3F176F28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E134</w:t>
            </w:r>
          </w:p>
        </w:tc>
        <w:tc>
          <w:tcPr>
            <w:tcW w:w="1559" w:type="dxa"/>
          </w:tcPr>
          <w:p w14:paraId="011032DE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657C2040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Data Collection </w:t>
            </w:r>
            <w:r>
              <w:rPr>
                <w:lang w:val="en-US"/>
              </w:rPr>
              <w:t xml:space="preserve">Management </w:t>
            </w:r>
            <w:r w:rsidRPr="00455AD5">
              <w:rPr>
                <w:lang w:val="en-US"/>
              </w:rPr>
              <w:t xml:space="preserve"> (DCM) </w:t>
            </w:r>
          </w:p>
        </w:tc>
      </w:tr>
      <w:tr w:rsidR="00335AA2" w:rsidRPr="00455AD5" w14:paraId="1C6650F8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A7CAC31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1BE6DD5F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E134.1</w:t>
            </w:r>
          </w:p>
        </w:tc>
        <w:tc>
          <w:tcPr>
            <w:tcW w:w="1559" w:type="dxa"/>
          </w:tcPr>
          <w:p w14:paraId="02C74BE0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32B672FE" w14:textId="77777777" w:rsidR="00335AA2" w:rsidRPr="00455AD5" w:rsidRDefault="00335AA2" w:rsidP="00FE29E5">
            <w:pPr>
              <w:tabs>
                <w:tab w:val="center" w:pos="237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14:paraId="68B14BEF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1C3D0AA5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6CCE1988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E138</w:t>
            </w:r>
          </w:p>
        </w:tc>
        <w:tc>
          <w:tcPr>
            <w:tcW w:w="1559" w:type="dxa"/>
          </w:tcPr>
          <w:p w14:paraId="39B65C16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23F77E34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t xml:space="preserve">XML </w:t>
            </w:r>
            <w:proofErr w:type="spellStart"/>
            <w:r>
              <w:t>Semiconductor</w:t>
            </w:r>
            <w:proofErr w:type="spellEnd"/>
            <w:r>
              <w:t xml:space="preserve"> Common Components</w:t>
            </w:r>
          </w:p>
        </w:tc>
      </w:tr>
      <w:tr w:rsidR="00335AA2" w:rsidRPr="00CF7FA8" w14:paraId="3A768183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4BAEEC1" w14:textId="77777777"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14:paraId="426667A3" w14:textId="77777777"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E139</w:t>
            </w:r>
          </w:p>
        </w:tc>
        <w:tc>
          <w:tcPr>
            <w:tcW w:w="1559" w:type="dxa"/>
          </w:tcPr>
          <w:p w14:paraId="6DA2A610" w14:textId="77777777"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13C9A974" w14:textId="77777777" w:rsidR="00335AA2" w:rsidRPr="00EA122C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A122C">
              <w:rPr>
                <w:lang w:val="en-US"/>
              </w:rPr>
              <w:t xml:space="preserve">Recipe and Parameter </w:t>
            </w:r>
            <w:r>
              <w:rPr>
                <w:lang w:val="en-US"/>
              </w:rPr>
              <w:t xml:space="preserve">Management </w:t>
            </w:r>
            <w:r w:rsidRPr="00EA122C">
              <w:rPr>
                <w:lang w:val="en-US"/>
              </w:rPr>
              <w:t xml:space="preserve"> (</w:t>
            </w:r>
            <w:proofErr w:type="spellStart"/>
            <w:r w:rsidRPr="00EA122C">
              <w:rPr>
                <w:lang w:val="en-US"/>
              </w:rPr>
              <w:t>RaP</w:t>
            </w:r>
            <w:proofErr w:type="spellEnd"/>
            <w:r w:rsidRPr="00EA122C">
              <w:rPr>
                <w:lang w:val="en-US"/>
              </w:rPr>
              <w:t>)</w:t>
            </w:r>
          </w:p>
        </w:tc>
      </w:tr>
      <w:tr w:rsidR="00335AA2" w:rsidRPr="00455AD5" w14:paraId="6781F68F" w14:textId="77777777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6F53452B" w14:textId="77777777" w:rsidR="00335AA2" w:rsidRPr="00455AD5" w:rsidRDefault="00335AA2" w:rsidP="00FE29E5">
            <w:pPr>
              <w:rPr>
                <w:lang w:val="en-US"/>
              </w:rPr>
            </w:pPr>
          </w:p>
        </w:tc>
        <w:tc>
          <w:tcPr>
            <w:tcW w:w="1467" w:type="dxa"/>
          </w:tcPr>
          <w:p w14:paraId="689186DE" w14:textId="77777777"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E139.1</w:t>
            </w:r>
          </w:p>
        </w:tc>
        <w:tc>
          <w:tcPr>
            <w:tcW w:w="1559" w:type="dxa"/>
          </w:tcPr>
          <w:p w14:paraId="31EFE36B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AF44182" w14:textId="77777777"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6A5ED6" w:rsidRPr="00CF7FA8" w14:paraId="5D39A305" w14:textId="77777777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14:paraId="7FDCC016" w14:textId="77777777" w:rsidR="006A5ED6" w:rsidRPr="00455AD5" w:rsidRDefault="006A5ED6" w:rsidP="00FE29E5">
            <w:pPr>
              <w:rPr>
                <w:lang w:val="en-US"/>
              </w:rPr>
            </w:pPr>
          </w:p>
        </w:tc>
        <w:tc>
          <w:tcPr>
            <w:tcW w:w="1467" w:type="dxa"/>
          </w:tcPr>
          <w:p w14:paraId="52C1FAA9" w14:textId="77777777" w:rsidR="006A5ED6" w:rsidRPr="00455AD5" w:rsidRDefault="006A5ED6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M20</w:t>
            </w:r>
          </w:p>
        </w:tc>
        <w:tc>
          <w:tcPr>
            <w:tcW w:w="1559" w:type="dxa"/>
          </w:tcPr>
          <w:p w14:paraId="76BA0A2C" w14:textId="77777777" w:rsidR="006A5ED6" w:rsidRPr="00455AD5" w:rsidRDefault="006A5ED6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14:paraId="5A251F96" w14:textId="77777777" w:rsidR="006A5ED6" w:rsidRPr="00455AD5" w:rsidRDefault="006A5ED6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6A5ED6">
              <w:rPr>
                <w:lang w:val="en-US"/>
              </w:rPr>
              <w:t>Practice for Establishing a Wafer Coordinate System</w:t>
            </w:r>
          </w:p>
        </w:tc>
      </w:tr>
    </w:tbl>
    <w:p w14:paraId="072FD561" w14:textId="77777777" w:rsidR="00335AA2" w:rsidRDefault="00335AA2" w:rsidP="00335AA2">
      <w:pPr>
        <w:rPr>
          <w:lang w:val="en-US"/>
        </w:rPr>
      </w:pPr>
    </w:p>
    <w:p w14:paraId="5119A68E" w14:textId="77777777" w:rsidR="00335AA2" w:rsidRDefault="00335AA2">
      <w:pPr>
        <w:rPr>
          <w:lang w:val="en-US"/>
        </w:rPr>
      </w:pPr>
      <w:r>
        <w:rPr>
          <w:lang w:val="en-US"/>
        </w:rPr>
        <w:br w:type="page"/>
      </w:r>
    </w:p>
    <w:p w14:paraId="601777E4" w14:textId="77777777" w:rsidR="00F24772" w:rsidRDefault="00F24772" w:rsidP="00455AD5">
      <w:pPr>
        <w:rPr>
          <w:lang w:val="en-US"/>
        </w:rPr>
      </w:pPr>
    </w:p>
    <w:p w14:paraId="7F5F4BA7" w14:textId="77777777" w:rsidR="00F24772" w:rsidRPr="00F24772" w:rsidRDefault="00F24772" w:rsidP="00335AA2">
      <w:pPr>
        <w:pStyle w:val="Titre1"/>
        <w:numPr>
          <w:ilvl w:val="0"/>
          <w:numId w:val="3"/>
        </w:numPr>
      </w:pPr>
      <w:r w:rsidRPr="00F24772">
        <w:t>GEM COMPLIANCE STATEMENT</w:t>
      </w:r>
    </w:p>
    <w:p w14:paraId="05E6401B" w14:textId="77777777" w:rsidR="00F24772" w:rsidRDefault="00643B56" w:rsidP="00455AD5">
      <w:pPr>
        <w:rPr>
          <w:lang w:val="en-US"/>
        </w:rPr>
      </w:pPr>
      <w:r>
        <w:rPr>
          <w:lang w:val="en-US"/>
        </w:rPr>
        <w:t xml:space="preserve">Answer </w:t>
      </w:r>
      <w:r w:rsidR="008D4A54">
        <w:rPr>
          <w:lang w:val="en-US"/>
        </w:rPr>
        <w:t>yes</w:t>
      </w:r>
      <w:r>
        <w:rPr>
          <w:lang w:val="en-US"/>
        </w:rPr>
        <w:t xml:space="preserve"> or </w:t>
      </w:r>
      <w:r w:rsidR="008D4A54">
        <w:rPr>
          <w:lang w:val="en-US"/>
        </w:rPr>
        <w:t>no</w:t>
      </w:r>
      <w:r>
        <w:rPr>
          <w:lang w:val="en-US"/>
        </w:rPr>
        <w:t xml:space="preserve"> in support and compliant column</w:t>
      </w:r>
    </w:p>
    <w:p w14:paraId="6D35F7CA" w14:textId="77777777" w:rsidR="00404118" w:rsidRDefault="00404118" w:rsidP="00455AD5">
      <w:pPr>
        <w:rPr>
          <w:lang w:val="en-US"/>
        </w:rPr>
      </w:pPr>
      <w:r>
        <w:t xml:space="preserve">GEM compliance </w:t>
      </w:r>
      <w:proofErr w:type="spellStart"/>
      <w:r>
        <w:t>statement</w:t>
      </w:r>
      <w:proofErr w:type="spellEnd"/>
      <w:r>
        <w:t xml:space="preserve"> (SEMI E30)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074"/>
        <w:gridCol w:w="1184"/>
        <w:gridCol w:w="1080"/>
        <w:gridCol w:w="3150"/>
      </w:tblGrid>
      <w:tr w:rsidR="00ED5080" w:rsidRPr="00ED5080" w14:paraId="6B176559" w14:textId="77777777" w:rsidTr="009D5F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A6FF220" w14:textId="77777777" w:rsidR="00ED5080" w:rsidRPr="00ED5080" w:rsidRDefault="00ED5080" w:rsidP="00D52CCC">
            <w:pPr>
              <w:jc w:val="center"/>
              <w:rPr>
                <w:lang w:val="en-US"/>
              </w:rPr>
            </w:pPr>
            <w:r w:rsidRPr="00ED5080">
              <w:rPr>
                <w:lang w:val="en-US"/>
              </w:rPr>
              <w:t>FUNDAMENTAL REQUIREMENTS</w:t>
            </w:r>
            <w:r w:rsidR="00630620">
              <w:rPr>
                <w:lang w:val="en-US"/>
              </w:rPr>
              <w:t xml:space="preserve"> </w:t>
            </w:r>
            <w:r w:rsidR="00630620" w:rsidRPr="00C97C6C">
              <w:rPr>
                <w:b w:val="0"/>
                <w:lang w:val="en-US"/>
              </w:rPr>
              <w:t>(titles are in italic)</w:t>
            </w:r>
          </w:p>
        </w:tc>
        <w:tc>
          <w:tcPr>
            <w:tcW w:w="1184" w:type="dxa"/>
            <w:vAlign w:val="center"/>
          </w:tcPr>
          <w:p w14:paraId="43A88546" w14:textId="77777777"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SxFy</w:t>
            </w:r>
          </w:p>
        </w:tc>
        <w:tc>
          <w:tcPr>
            <w:tcW w:w="1080" w:type="dxa"/>
            <w:vAlign w:val="center"/>
          </w:tcPr>
          <w:p w14:paraId="330DAB7E" w14:textId="77777777"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Support</w:t>
            </w:r>
          </w:p>
        </w:tc>
        <w:tc>
          <w:tcPr>
            <w:tcW w:w="3150" w:type="dxa"/>
            <w:vAlign w:val="center"/>
          </w:tcPr>
          <w:p w14:paraId="2E78CB2E" w14:textId="77777777"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Compliant</w:t>
            </w:r>
          </w:p>
        </w:tc>
      </w:tr>
      <w:tr w:rsidR="00ED5080" w:rsidRPr="00ED5080" w14:paraId="7DB10BD9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B97E5AA" w14:textId="77777777" w:rsidR="00ED5080" w:rsidRPr="002E4A68" w:rsidRDefault="00ED5080" w:rsidP="00B411A7">
            <w:pPr>
              <w:rPr>
                <w:b w:val="0"/>
                <w:i/>
                <w:lang w:val="en-US"/>
              </w:rPr>
            </w:pPr>
            <w:r w:rsidRPr="002E4A68">
              <w:rPr>
                <w:b w:val="0"/>
                <w:i/>
                <w:lang w:val="en-US"/>
              </w:rPr>
              <w:t xml:space="preserve">State Models </w:t>
            </w:r>
          </w:p>
        </w:tc>
        <w:tc>
          <w:tcPr>
            <w:tcW w:w="1184" w:type="dxa"/>
          </w:tcPr>
          <w:p w14:paraId="0D529EFA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35A985CF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37F1763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9CDE668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C2090B3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Communications State Model</w:t>
            </w:r>
          </w:p>
        </w:tc>
        <w:tc>
          <w:tcPr>
            <w:tcW w:w="1184" w:type="dxa"/>
          </w:tcPr>
          <w:p w14:paraId="585BE916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5909C476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66C2CA0B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48A1216A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B0CF886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Control State Model</w:t>
            </w:r>
          </w:p>
        </w:tc>
        <w:tc>
          <w:tcPr>
            <w:tcW w:w="1184" w:type="dxa"/>
          </w:tcPr>
          <w:p w14:paraId="4BA7173A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6432F126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15A19EC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07BF42FD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88BBF90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Queue State Model </w:t>
            </w:r>
          </w:p>
        </w:tc>
        <w:tc>
          <w:tcPr>
            <w:tcW w:w="1184" w:type="dxa"/>
          </w:tcPr>
          <w:p w14:paraId="5440F245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5A9B1DAD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0BCE632C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14:paraId="1B3AF898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F7999A2" w14:textId="77777777" w:rsidR="009D5F77" w:rsidRPr="00ED5080" w:rsidRDefault="002E4A68" w:rsidP="009D5F7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9D5F77" w:rsidRPr="00ED5080">
              <w:rPr>
                <w:lang w:val="en-US"/>
              </w:rPr>
              <w:t>System State Model</w:t>
            </w:r>
          </w:p>
        </w:tc>
        <w:tc>
          <w:tcPr>
            <w:tcW w:w="1184" w:type="dxa"/>
          </w:tcPr>
          <w:p w14:paraId="0707BEC3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4F2DE953" w14:textId="77777777" w:rsidR="009D5F77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2F5CEE9E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14:paraId="78A2FE46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05FA6DA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System Service Status</w:t>
            </w:r>
          </w:p>
        </w:tc>
        <w:tc>
          <w:tcPr>
            <w:tcW w:w="1184" w:type="dxa"/>
          </w:tcPr>
          <w:p w14:paraId="3090C58C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3CF76938" w14:textId="77777777" w:rsidR="009D5F77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7A8C6F9E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ED5080" w14:paraId="0250916C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001C9A1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System Reservation Status</w:t>
            </w:r>
          </w:p>
        </w:tc>
        <w:tc>
          <w:tcPr>
            <w:tcW w:w="1184" w:type="dxa"/>
          </w:tcPr>
          <w:p w14:paraId="7FA0E540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5A87B831" w14:textId="77777777" w:rsidR="009D5F77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23B21807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14:paraId="1040535B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7E79DA5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Equipment Processing States</w:t>
            </w:r>
          </w:p>
        </w:tc>
        <w:tc>
          <w:tcPr>
            <w:tcW w:w="1184" w:type="dxa"/>
          </w:tcPr>
          <w:p w14:paraId="3B97B2BD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45B0C770" w14:textId="77777777" w:rsidR="009D5F77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14:paraId="29DFF82B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CF7FA8" w14:paraId="7454805C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ECA7359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State Model - Processing Status</w:t>
            </w:r>
          </w:p>
        </w:tc>
        <w:tc>
          <w:tcPr>
            <w:tcW w:w="1184" w:type="dxa"/>
          </w:tcPr>
          <w:p w14:paraId="07B7D409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324E0150" w14:textId="77777777" w:rsidR="009D5F77" w:rsidRPr="00A7577B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GB"/>
              </w:rPr>
            </w:pPr>
          </w:p>
        </w:tc>
        <w:tc>
          <w:tcPr>
            <w:tcW w:w="3150" w:type="dxa"/>
          </w:tcPr>
          <w:p w14:paraId="75951BB2" w14:textId="77777777"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CF7FA8" w14:paraId="2B527F7D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8CD3DA2" w14:textId="77777777"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State Model - Halting Status</w:t>
            </w:r>
          </w:p>
        </w:tc>
        <w:tc>
          <w:tcPr>
            <w:tcW w:w="1184" w:type="dxa"/>
          </w:tcPr>
          <w:p w14:paraId="24C26591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50BF2CDD" w14:textId="77777777" w:rsidR="009D5F77" w:rsidRPr="00A7577B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GB"/>
              </w:rPr>
            </w:pPr>
          </w:p>
        </w:tc>
        <w:tc>
          <w:tcPr>
            <w:tcW w:w="3150" w:type="dxa"/>
          </w:tcPr>
          <w:p w14:paraId="5128F52C" w14:textId="77777777"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EEF6188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6F1A479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Host Initiated </w:t>
            </w:r>
          </w:p>
        </w:tc>
        <w:tc>
          <w:tcPr>
            <w:tcW w:w="1184" w:type="dxa"/>
          </w:tcPr>
          <w:p w14:paraId="4F3F6310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S1F13/F14 Sce</w:t>
            </w:r>
            <w:r w:rsidR="00190FA7">
              <w:rPr>
                <w:lang w:val="en-US"/>
              </w:rPr>
              <w:t>na</w:t>
            </w:r>
            <w:r w:rsidRPr="00ED5080">
              <w:rPr>
                <w:lang w:val="en-US"/>
              </w:rPr>
              <w:t>rio</w:t>
            </w:r>
          </w:p>
        </w:tc>
        <w:tc>
          <w:tcPr>
            <w:tcW w:w="1080" w:type="dxa"/>
          </w:tcPr>
          <w:p w14:paraId="4DC843FD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6E51F53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C7F78B7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07D88F4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Establish Communications Request (CR)</w:t>
            </w:r>
          </w:p>
        </w:tc>
        <w:tc>
          <w:tcPr>
            <w:tcW w:w="1184" w:type="dxa"/>
          </w:tcPr>
          <w:p w14:paraId="1AFBDDDF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S1F13</w:t>
            </w:r>
          </w:p>
        </w:tc>
        <w:tc>
          <w:tcPr>
            <w:tcW w:w="1080" w:type="dxa"/>
          </w:tcPr>
          <w:p w14:paraId="4B7B76C6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5A885DB3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5B6461F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146D269" w14:textId="77777777" w:rsidR="00ED5080" w:rsidRPr="00630620" w:rsidRDefault="00ED5080" w:rsidP="000625E6">
            <w:pPr>
              <w:rPr>
                <w:b w:val="0"/>
                <w:i/>
                <w:sz w:val="18"/>
                <w:szCs w:val="18"/>
                <w:lang w:val="en-US"/>
              </w:rPr>
            </w:pPr>
            <w:r w:rsidRPr="00630620">
              <w:rPr>
                <w:b w:val="0"/>
                <w:i/>
                <w:szCs w:val="18"/>
                <w:lang w:val="en-US"/>
              </w:rPr>
              <w:t xml:space="preserve">Event </w:t>
            </w:r>
            <w:r w:rsidR="000625E6" w:rsidRPr="00630620">
              <w:rPr>
                <w:b w:val="0"/>
                <w:i/>
                <w:szCs w:val="18"/>
                <w:lang w:val="en-US"/>
              </w:rPr>
              <w:t>ident</w:t>
            </w:r>
            <w:r w:rsidRPr="00630620">
              <w:rPr>
                <w:b w:val="0"/>
                <w:i/>
                <w:szCs w:val="18"/>
                <w:lang w:val="en-US"/>
              </w:rPr>
              <w:t xml:space="preserve">ification </w:t>
            </w:r>
          </w:p>
        </w:tc>
        <w:tc>
          <w:tcPr>
            <w:tcW w:w="1184" w:type="dxa"/>
          </w:tcPr>
          <w:p w14:paraId="1502B607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240DE0A5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36FDE77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72DC6A9C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CACEEFA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Discrete Variable Data Send (DVS)</w:t>
            </w:r>
          </w:p>
        </w:tc>
        <w:tc>
          <w:tcPr>
            <w:tcW w:w="1184" w:type="dxa"/>
          </w:tcPr>
          <w:p w14:paraId="0158ACE3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S6F3</w:t>
            </w:r>
          </w:p>
        </w:tc>
        <w:tc>
          <w:tcPr>
            <w:tcW w:w="1080" w:type="dxa"/>
          </w:tcPr>
          <w:p w14:paraId="41ED3F8E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45AC022E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3E887EF1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CF2E2F4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Multi-block Data Send Inquire (MBI)</w:t>
            </w:r>
          </w:p>
        </w:tc>
        <w:tc>
          <w:tcPr>
            <w:tcW w:w="1184" w:type="dxa"/>
          </w:tcPr>
          <w:p w14:paraId="5CF95CEB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S6F5</w:t>
            </w:r>
          </w:p>
        </w:tc>
        <w:tc>
          <w:tcPr>
            <w:tcW w:w="1080" w:type="dxa"/>
          </w:tcPr>
          <w:p w14:paraId="656E78A3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5A16FA2D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22E7E887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57AC14A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Formatted Variable Send (FVS) </w:t>
            </w:r>
          </w:p>
        </w:tc>
        <w:tc>
          <w:tcPr>
            <w:tcW w:w="1184" w:type="dxa"/>
          </w:tcPr>
          <w:p w14:paraId="2155F047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S6F9</w:t>
            </w:r>
          </w:p>
        </w:tc>
        <w:tc>
          <w:tcPr>
            <w:tcW w:w="1080" w:type="dxa"/>
          </w:tcPr>
          <w:p w14:paraId="78EF96B3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A75591A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4671B74D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5D051B8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Event Report Send (EVS) </w:t>
            </w:r>
          </w:p>
        </w:tc>
        <w:tc>
          <w:tcPr>
            <w:tcW w:w="1184" w:type="dxa"/>
          </w:tcPr>
          <w:p w14:paraId="13DBCF0C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S6F11</w:t>
            </w:r>
          </w:p>
        </w:tc>
        <w:tc>
          <w:tcPr>
            <w:tcW w:w="1080" w:type="dxa"/>
          </w:tcPr>
          <w:p w14:paraId="72A2B29C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66AAEDCD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0EB01F1A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391D90C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</w:t>
            </w:r>
            <w:r w:rsidR="00190FA7">
              <w:rPr>
                <w:lang w:val="en-US"/>
              </w:rPr>
              <w:t>n</w:t>
            </w:r>
            <w:r w:rsidRPr="00ED5080">
              <w:rPr>
                <w:lang w:val="en-US"/>
              </w:rPr>
              <w:t>n</w:t>
            </w:r>
            <w:r w:rsidR="000625E6">
              <w:rPr>
                <w:lang w:val="en-US"/>
              </w:rPr>
              <w:t>o</w:t>
            </w:r>
            <w:r w:rsidRPr="00ED5080">
              <w:rPr>
                <w:lang w:val="en-US"/>
              </w:rPr>
              <w:t>tated Event Report Send (AERS)</w:t>
            </w:r>
          </w:p>
        </w:tc>
        <w:tc>
          <w:tcPr>
            <w:tcW w:w="1184" w:type="dxa"/>
          </w:tcPr>
          <w:p w14:paraId="5D404D31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S6F13</w:t>
            </w:r>
          </w:p>
        </w:tc>
        <w:tc>
          <w:tcPr>
            <w:tcW w:w="1080" w:type="dxa"/>
          </w:tcPr>
          <w:p w14:paraId="06DE349C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594F60D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0E771FA3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5A5DBC6" w14:textId="77777777" w:rsidR="00ED5080" w:rsidRPr="00630620" w:rsidRDefault="00ED5080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On-Line Identification</w:t>
            </w:r>
          </w:p>
        </w:tc>
        <w:tc>
          <w:tcPr>
            <w:tcW w:w="1184" w:type="dxa"/>
          </w:tcPr>
          <w:p w14:paraId="16ECFEAB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1CF2A164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232646CE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31B3E08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B0558AE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Are You There Request (R) </w:t>
            </w:r>
          </w:p>
        </w:tc>
        <w:tc>
          <w:tcPr>
            <w:tcW w:w="1184" w:type="dxa"/>
          </w:tcPr>
          <w:p w14:paraId="6727C1FB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</w:t>
            </w:r>
          </w:p>
        </w:tc>
        <w:tc>
          <w:tcPr>
            <w:tcW w:w="1080" w:type="dxa"/>
          </w:tcPr>
          <w:p w14:paraId="7B49B1EA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553B6840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A7BF31F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727B07E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Loop Back Diag</w:t>
            </w:r>
            <w:r w:rsidR="000625E6">
              <w:rPr>
                <w:lang w:val="en-US"/>
              </w:rPr>
              <w:t>no</w:t>
            </w:r>
            <w:r w:rsidRPr="00ED5080">
              <w:rPr>
                <w:lang w:val="en-US"/>
              </w:rPr>
              <w:t>stic Request (LDR)</w:t>
            </w:r>
          </w:p>
        </w:tc>
        <w:tc>
          <w:tcPr>
            <w:tcW w:w="1184" w:type="dxa"/>
          </w:tcPr>
          <w:p w14:paraId="38AAA7B8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S2F25</w:t>
            </w:r>
          </w:p>
        </w:tc>
        <w:tc>
          <w:tcPr>
            <w:tcW w:w="1080" w:type="dxa"/>
          </w:tcPr>
          <w:p w14:paraId="05F0FE70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095DB1D5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4BE65C8C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02AD5B0" w14:textId="77777777" w:rsidR="00ED5080" w:rsidRPr="00630620" w:rsidRDefault="00ED5080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Error Messages</w:t>
            </w:r>
          </w:p>
        </w:tc>
        <w:tc>
          <w:tcPr>
            <w:tcW w:w="1184" w:type="dxa"/>
          </w:tcPr>
          <w:p w14:paraId="76548A37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2447528C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5F36945B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16E9626A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F793981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Device ID (UDN)</w:t>
            </w:r>
          </w:p>
        </w:tc>
        <w:tc>
          <w:tcPr>
            <w:tcW w:w="1184" w:type="dxa"/>
          </w:tcPr>
          <w:p w14:paraId="489FF11D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</w:t>
            </w:r>
          </w:p>
        </w:tc>
        <w:tc>
          <w:tcPr>
            <w:tcW w:w="1080" w:type="dxa"/>
          </w:tcPr>
          <w:p w14:paraId="3AF1CAEA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690243A1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01418685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27137B4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Stream Type (USN) </w:t>
            </w:r>
          </w:p>
        </w:tc>
        <w:tc>
          <w:tcPr>
            <w:tcW w:w="1184" w:type="dxa"/>
          </w:tcPr>
          <w:p w14:paraId="1C72BAE7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S9F3</w:t>
            </w:r>
          </w:p>
        </w:tc>
        <w:tc>
          <w:tcPr>
            <w:tcW w:w="1080" w:type="dxa"/>
          </w:tcPr>
          <w:p w14:paraId="7878E078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50485068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2A9F33DF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9D23C89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Function Type (UFN) </w:t>
            </w:r>
          </w:p>
        </w:tc>
        <w:tc>
          <w:tcPr>
            <w:tcW w:w="1184" w:type="dxa"/>
          </w:tcPr>
          <w:p w14:paraId="216931A8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S9F5</w:t>
            </w:r>
          </w:p>
        </w:tc>
        <w:tc>
          <w:tcPr>
            <w:tcW w:w="1080" w:type="dxa"/>
          </w:tcPr>
          <w:p w14:paraId="5BA2CFD3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100BAAAC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EDEE5D9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895AC02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Illegal Data (IDN) </w:t>
            </w:r>
          </w:p>
        </w:tc>
        <w:tc>
          <w:tcPr>
            <w:tcW w:w="1184" w:type="dxa"/>
          </w:tcPr>
          <w:p w14:paraId="60F492D4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 xml:space="preserve">S9F7 </w:t>
            </w:r>
          </w:p>
        </w:tc>
        <w:tc>
          <w:tcPr>
            <w:tcW w:w="1080" w:type="dxa"/>
          </w:tcPr>
          <w:p w14:paraId="21B1C182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3B5960AF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59D6922A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824B296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Transaction Timer Timeout (TTN) </w:t>
            </w:r>
          </w:p>
        </w:tc>
        <w:tc>
          <w:tcPr>
            <w:tcW w:w="1184" w:type="dxa"/>
          </w:tcPr>
          <w:p w14:paraId="32E40EF7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S9F9</w:t>
            </w:r>
          </w:p>
        </w:tc>
        <w:tc>
          <w:tcPr>
            <w:tcW w:w="1080" w:type="dxa"/>
          </w:tcPr>
          <w:p w14:paraId="721EF7EA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2919B236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703163EB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17B23937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Data Too Long (DLN) </w:t>
            </w:r>
          </w:p>
        </w:tc>
        <w:tc>
          <w:tcPr>
            <w:tcW w:w="1184" w:type="dxa"/>
          </w:tcPr>
          <w:p w14:paraId="2B49B24C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S9F11</w:t>
            </w:r>
          </w:p>
        </w:tc>
        <w:tc>
          <w:tcPr>
            <w:tcW w:w="1080" w:type="dxa"/>
          </w:tcPr>
          <w:p w14:paraId="4549D3BE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3C4CFA76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621E5057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1D33385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Conversation Timeout (CTN) </w:t>
            </w:r>
          </w:p>
        </w:tc>
        <w:tc>
          <w:tcPr>
            <w:tcW w:w="1184" w:type="dxa"/>
          </w:tcPr>
          <w:p w14:paraId="0E6C469E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S9F13</w:t>
            </w:r>
          </w:p>
        </w:tc>
        <w:tc>
          <w:tcPr>
            <w:tcW w:w="1080" w:type="dxa"/>
          </w:tcPr>
          <w:p w14:paraId="6ADDD1F2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5ACC13BE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2EE23A89" w14:textId="77777777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FFCFE29" w14:textId="77777777" w:rsidR="00ED5080" w:rsidRPr="00630620" w:rsidRDefault="00ED5080" w:rsidP="00ED5080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Control (Operator Initiated)</w:t>
            </w:r>
          </w:p>
        </w:tc>
        <w:tc>
          <w:tcPr>
            <w:tcW w:w="1184" w:type="dxa"/>
          </w:tcPr>
          <w:p w14:paraId="67AF3B97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14:paraId="488E01BF" w14:textId="77777777"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0AE5D9D3" w14:textId="77777777"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14:paraId="125A1B54" w14:textId="77777777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37EC6D2A" w14:textId="77777777"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Are You There Request (R) (Attempt On-Line) </w:t>
            </w:r>
          </w:p>
        </w:tc>
        <w:tc>
          <w:tcPr>
            <w:tcW w:w="1184" w:type="dxa"/>
          </w:tcPr>
          <w:p w14:paraId="0424C478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</w:t>
            </w:r>
          </w:p>
        </w:tc>
        <w:tc>
          <w:tcPr>
            <w:tcW w:w="1080" w:type="dxa"/>
          </w:tcPr>
          <w:p w14:paraId="1191EBC4" w14:textId="77777777"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14:paraId="260E6C36" w14:textId="77777777"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25D71279" w14:textId="77777777" w:rsidR="000B793A" w:rsidRDefault="000B793A" w:rsidP="00ED5080">
      <w:pPr>
        <w:rPr>
          <w:lang w:val="en-US"/>
        </w:rPr>
      </w:pPr>
    </w:p>
    <w:p w14:paraId="46EC8532" w14:textId="77777777" w:rsidR="001641D7" w:rsidRDefault="001641D7" w:rsidP="00ED5080">
      <w:pPr>
        <w:rPr>
          <w:lang w:val="en-US"/>
        </w:rPr>
      </w:pPr>
    </w:p>
    <w:p w14:paraId="7ABEB5D0" w14:textId="77777777" w:rsidR="001641D7" w:rsidRDefault="00C777DF" w:rsidP="00ED5080">
      <w:pPr>
        <w:rPr>
          <w:lang w:val="en-US"/>
        </w:rPr>
      </w:pPr>
      <w:r w:rsidRPr="00554DB4">
        <w:rPr>
          <w:lang w:val="en-US"/>
        </w:rPr>
        <w:lastRenderedPageBreak/>
        <w:t>Table 1.5 Additio</w:t>
      </w:r>
      <w:r w:rsidR="00B121EB">
        <w:rPr>
          <w:lang w:val="en-US"/>
        </w:rPr>
        <w:t>na</w:t>
      </w:r>
      <w:r w:rsidRPr="00554DB4">
        <w:rPr>
          <w:lang w:val="en-US"/>
        </w:rPr>
        <w:t>l GEM compliance statement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390"/>
        <w:gridCol w:w="1984"/>
        <w:gridCol w:w="992"/>
        <w:gridCol w:w="1134"/>
      </w:tblGrid>
      <w:tr w:rsidR="00784FD1" w:rsidRPr="00630620" w14:paraId="04FBF45A" w14:textId="77777777" w:rsidTr="00F93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151E6ED" w14:textId="77777777" w:rsidR="00784FD1" w:rsidRPr="00630620" w:rsidRDefault="00784FD1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Establish Communications</w:t>
            </w:r>
          </w:p>
        </w:tc>
        <w:tc>
          <w:tcPr>
            <w:tcW w:w="1984" w:type="dxa"/>
          </w:tcPr>
          <w:p w14:paraId="3E14B70A" w14:textId="77777777" w:rsidR="00784FD1" w:rsidRPr="00630620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  <w:tc>
          <w:tcPr>
            <w:tcW w:w="992" w:type="dxa"/>
          </w:tcPr>
          <w:p w14:paraId="3BBEC32A" w14:textId="77777777" w:rsidR="00784FD1" w:rsidRPr="00D97B0E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05200F8" w14:textId="77777777" w:rsidR="00784FD1" w:rsidRPr="00630620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</w:tr>
      <w:tr w:rsidR="00784FD1" w:rsidRPr="00784FD1" w14:paraId="15EAC0BB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0D9D465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Establish Communications Request (CR) </w:t>
            </w:r>
          </w:p>
        </w:tc>
        <w:tc>
          <w:tcPr>
            <w:tcW w:w="1984" w:type="dxa"/>
          </w:tcPr>
          <w:p w14:paraId="4FB60D45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S1F13</w:t>
            </w:r>
          </w:p>
        </w:tc>
        <w:tc>
          <w:tcPr>
            <w:tcW w:w="992" w:type="dxa"/>
          </w:tcPr>
          <w:p w14:paraId="1627DD18" w14:textId="77777777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259B112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74EC7395" w14:textId="77777777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9F07A75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Are You There Request (R) (Heartbeat) </w:t>
            </w:r>
          </w:p>
        </w:tc>
        <w:tc>
          <w:tcPr>
            <w:tcW w:w="1984" w:type="dxa"/>
          </w:tcPr>
          <w:p w14:paraId="4996C101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S1F1</w:t>
            </w:r>
          </w:p>
        </w:tc>
        <w:tc>
          <w:tcPr>
            <w:tcW w:w="992" w:type="dxa"/>
          </w:tcPr>
          <w:p w14:paraId="37772FC9" w14:textId="77777777"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271057D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57D54B2C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E1B1FFA" w14:textId="77777777" w:rsidR="00784FD1" w:rsidRPr="00630620" w:rsidRDefault="00784FD1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Dy</w:t>
            </w:r>
            <w:r w:rsidR="000625E6" w:rsidRPr="00630620">
              <w:rPr>
                <w:b w:val="0"/>
                <w:i/>
                <w:lang w:val="en-US"/>
              </w:rPr>
              <w:t>na</w:t>
            </w:r>
            <w:r w:rsidRPr="00630620">
              <w:rPr>
                <w:b w:val="0"/>
                <w:i/>
                <w:lang w:val="en-US"/>
              </w:rPr>
              <w:t>mic Event Report Configuration</w:t>
            </w:r>
          </w:p>
        </w:tc>
        <w:tc>
          <w:tcPr>
            <w:tcW w:w="1984" w:type="dxa"/>
          </w:tcPr>
          <w:p w14:paraId="61A6959B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4EC648B4" w14:textId="77777777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7E002B9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2A94909B" w14:textId="77777777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CB1BA44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630620">
              <w:rPr>
                <w:lang w:val="en-US"/>
              </w:rPr>
              <w:t xml:space="preserve">Define Report (DR) </w:t>
            </w:r>
          </w:p>
        </w:tc>
        <w:tc>
          <w:tcPr>
            <w:tcW w:w="1984" w:type="dxa"/>
          </w:tcPr>
          <w:p w14:paraId="39439008" w14:textId="77777777" w:rsidR="00784FD1" w:rsidRPr="00784FD1" w:rsidRDefault="0063062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S2F33</w:t>
            </w:r>
          </w:p>
        </w:tc>
        <w:tc>
          <w:tcPr>
            <w:tcW w:w="992" w:type="dxa"/>
          </w:tcPr>
          <w:p w14:paraId="6FF947C3" w14:textId="77777777"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9430145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6B2B1D6A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07C4A4D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Link Event Report (LER) </w:t>
            </w:r>
          </w:p>
        </w:tc>
        <w:tc>
          <w:tcPr>
            <w:tcW w:w="1984" w:type="dxa"/>
          </w:tcPr>
          <w:p w14:paraId="5B3B2418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S2F35</w:t>
            </w:r>
          </w:p>
        </w:tc>
        <w:tc>
          <w:tcPr>
            <w:tcW w:w="992" w:type="dxa"/>
          </w:tcPr>
          <w:p w14:paraId="06E4886F" w14:textId="77777777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852CA64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64CFF54E" w14:textId="77777777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146976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>E</w:t>
            </w:r>
            <w:r w:rsidR="000625E6">
              <w:rPr>
                <w:lang w:val="en-US"/>
              </w:rPr>
              <w:t>na</w:t>
            </w:r>
            <w:r w:rsidR="00784FD1" w:rsidRPr="00784FD1">
              <w:rPr>
                <w:lang w:val="en-US"/>
              </w:rPr>
              <w:t xml:space="preserve">ble/Disable Event Report (EDER) </w:t>
            </w:r>
          </w:p>
        </w:tc>
        <w:tc>
          <w:tcPr>
            <w:tcW w:w="1984" w:type="dxa"/>
          </w:tcPr>
          <w:p w14:paraId="5A1EBABE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S2F37</w:t>
            </w:r>
          </w:p>
        </w:tc>
        <w:tc>
          <w:tcPr>
            <w:tcW w:w="992" w:type="dxa"/>
          </w:tcPr>
          <w:p w14:paraId="67EEF3FF" w14:textId="77777777"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51369D5" w14:textId="77777777"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14:paraId="27079901" w14:textId="77777777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902A4E1" w14:textId="77777777"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Multi-block Inquire (DMBI) </w:t>
            </w:r>
          </w:p>
        </w:tc>
        <w:tc>
          <w:tcPr>
            <w:tcW w:w="1984" w:type="dxa"/>
          </w:tcPr>
          <w:p w14:paraId="157C02AA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S2F39</w:t>
            </w:r>
          </w:p>
        </w:tc>
        <w:tc>
          <w:tcPr>
            <w:tcW w:w="992" w:type="dxa"/>
          </w:tcPr>
          <w:p w14:paraId="517EECB4" w14:textId="77777777"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D4B9108" w14:textId="77777777"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542CF8B7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9857E92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Variable Data Collection</w:t>
            </w:r>
          </w:p>
        </w:tc>
        <w:tc>
          <w:tcPr>
            <w:tcW w:w="1984" w:type="dxa"/>
          </w:tcPr>
          <w:p w14:paraId="4155A49E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0D992BBA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82F2861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1BDFD77F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C4E5866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Event Report Request (ERR)</w:t>
            </w:r>
          </w:p>
        </w:tc>
        <w:tc>
          <w:tcPr>
            <w:tcW w:w="1984" w:type="dxa"/>
          </w:tcPr>
          <w:p w14:paraId="44A22BAD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S6F15</w:t>
            </w:r>
          </w:p>
        </w:tc>
        <w:tc>
          <w:tcPr>
            <w:tcW w:w="992" w:type="dxa"/>
          </w:tcPr>
          <w:p w14:paraId="1C7277E6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E6E632E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2121CCF1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55AD94F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r w:rsidR="00B121EB">
              <w:rPr>
                <w:lang w:val="en-US"/>
              </w:rPr>
              <w:t>Annotated</w:t>
            </w:r>
            <w:r w:rsidRPr="00A30BA2">
              <w:rPr>
                <w:lang w:val="en-US"/>
              </w:rPr>
              <w:t xml:space="preserve"> Event Report Request (AERR)</w:t>
            </w:r>
          </w:p>
        </w:tc>
        <w:tc>
          <w:tcPr>
            <w:tcW w:w="1984" w:type="dxa"/>
          </w:tcPr>
          <w:p w14:paraId="394F920D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S6F17</w:t>
            </w:r>
          </w:p>
        </w:tc>
        <w:tc>
          <w:tcPr>
            <w:tcW w:w="992" w:type="dxa"/>
          </w:tcPr>
          <w:p w14:paraId="3CA2DB5C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EC61BB5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2F6D724C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8BFF964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Individual Report Request (IRR)</w:t>
            </w:r>
          </w:p>
        </w:tc>
        <w:tc>
          <w:tcPr>
            <w:tcW w:w="1984" w:type="dxa"/>
          </w:tcPr>
          <w:p w14:paraId="67CF41E0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S6F19 </w:t>
            </w:r>
          </w:p>
        </w:tc>
        <w:tc>
          <w:tcPr>
            <w:tcW w:w="992" w:type="dxa"/>
          </w:tcPr>
          <w:p w14:paraId="151F1255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40F0631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28C9038A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4C6A80D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r w:rsidR="00B121EB">
              <w:rPr>
                <w:lang w:val="en-US"/>
              </w:rPr>
              <w:t>Annotated</w:t>
            </w:r>
            <w:r w:rsidRPr="00A30BA2">
              <w:rPr>
                <w:lang w:val="en-US"/>
              </w:rPr>
              <w:t xml:space="preserve"> Individual Report Request (AIRR) </w:t>
            </w:r>
          </w:p>
        </w:tc>
        <w:tc>
          <w:tcPr>
            <w:tcW w:w="1984" w:type="dxa"/>
          </w:tcPr>
          <w:p w14:paraId="2429B76B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S6F21 </w:t>
            </w:r>
          </w:p>
        </w:tc>
        <w:tc>
          <w:tcPr>
            <w:tcW w:w="992" w:type="dxa"/>
          </w:tcPr>
          <w:p w14:paraId="6F6E3C4A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30BDA77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4F3A9B00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29985CC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Trace Data Collection</w:t>
            </w:r>
          </w:p>
        </w:tc>
        <w:tc>
          <w:tcPr>
            <w:tcW w:w="1984" w:type="dxa"/>
          </w:tcPr>
          <w:p w14:paraId="16AEB396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472C381D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6719A56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597B6C85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6592CF7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Trace Initialize Send (TIS) </w:t>
            </w:r>
          </w:p>
        </w:tc>
        <w:tc>
          <w:tcPr>
            <w:tcW w:w="1984" w:type="dxa"/>
          </w:tcPr>
          <w:p w14:paraId="761EAAA9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S2F23</w:t>
            </w:r>
          </w:p>
        </w:tc>
        <w:tc>
          <w:tcPr>
            <w:tcW w:w="992" w:type="dxa"/>
          </w:tcPr>
          <w:p w14:paraId="118618AC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06D3AF3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630620" w14:paraId="7D9CDBCD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EFF07E6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Trace Data Send (TDS) S6F1</w:t>
            </w:r>
          </w:p>
        </w:tc>
        <w:tc>
          <w:tcPr>
            <w:tcW w:w="1984" w:type="dxa"/>
          </w:tcPr>
          <w:p w14:paraId="48DEFDBD" w14:textId="77777777" w:rsidR="00A30BA2" w:rsidRPr="00A30BA2" w:rsidRDefault="0063062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S6F1</w:t>
            </w:r>
          </w:p>
        </w:tc>
        <w:tc>
          <w:tcPr>
            <w:tcW w:w="992" w:type="dxa"/>
          </w:tcPr>
          <w:p w14:paraId="2DB906D1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E473A85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7FC10BF9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5A93F5D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Status Data Collection</w:t>
            </w:r>
          </w:p>
        </w:tc>
        <w:tc>
          <w:tcPr>
            <w:tcW w:w="1984" w:type="dxa"/>
          </w:tcPr>
          <w:p w14:paraId="48F077E0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4C33A2D8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3FB0378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46887352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BF5598D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Selected Equipment Status Report (SSR) </w:t>
            </w:r>
          </w:p>
        </w:tc>
        <w:tc>
          <w:tcPr>
            <w:tcW w:w="1984" w:type="dxa"/>
          </w:tcPr>
          <w:p w14:paraId="7E794711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S1F3 </w:t>
            </w:r>
          </w:p>
        </w:tc>
        <w:tc>
          <w:tcPr>
            <w:tcW w:w="992" w:type="dxa"/>
          </w:tcPr>
          <w:p w14:paraId="0DA85702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E1E96B6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2411670F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BBCFB42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Status Variable </w:t>
            </w:r>
            <w:proofErr w:type="spellStart"/>
            <w:r w:rsidR="00B121EB">
              <w:rPr>
                <w:lang w:val="en-US"/>
              </w:rPr>
              <w:t>na</w:t>
            </w:r>
            <w:r w:rsidRPr="00A30BA2">
              <w:rPr>
                <w:lang w:val="en-US"/>
              </w:rPr>
              <w:t>melist</w:t>
            </w:r>
            <w:proofErr w:type="spellEnd"/>
            <w:r w:rsidRPr="00A30BA2">
              <w:rPr>
                <w:lang w:val="en-US"/>
              </w:rPr>
              <w:t xml:space="preserve"> Request (SVNR) </w:t>
            </w:r>
          </w:p>
        </w:tc>
        <w:tc>
          <w:tcPr>
            <w:tcW w:w="1984" w:type="dxa"/>
          </w:tcPr>
          <w:p w14:paraId="1C001774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S1F11 </w:t>
            </w:r>
          </w:p>
        </w:tc>
        <w:tc>
          <w:tcPr>
            <w:tcW w:w="992" w:type="dxa"/>
          </w:tcPr>
          <w:p w14:paraId="4A907603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30C25C3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43F2CEE8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AAB6D49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Alarm Ma</w:t>
            </w:r>
            <w:r w:rsidR="000625E6" w:rsidRPr="00630620">
              <w:rPr>
                <w:b w:val="0"/>
                <w:i/>
                <w:lang w:val="en-US"/>
              </w:rPr>
              <w:t>na</w:t>
            </w:r>
            <w:r w:rsidRPr="00630620">
              <w:rPr>
                <w:b w:val="0"/>
                <w:i/>
                <w:lang w:val="en-US"/>
              </w:rPr>
              <w:t>gement</w:t>
            </w:r>
          </w:p>
        </w:tc>
        <w:tc>
          <w:tcPr>
            <w:tcW w:w="1984" w:type="dxa"/>
          </w:tcPr>
          <w:p w14:paraId="2D8C6442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7DEF108A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75A72CC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22E7E9C4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4F8691B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Alarm Report Send (ARS)</w:t>
            </w:r>
          </w:p>
        </w:tc>
        <w:tc>
          <w:tcPr>
            <w:tcW w:w="1984" w:type="dxa"/>
          </w:tcPr>
          <w:p w14:paraId="58E50DF1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S5F1</w:t>
            </w:r>
          </w:p>
        </w:tc>
        <w:tc>
          <w:tcPr>
            <w:tcW w:w="992" w:type="dxa"/>
          </w:tcPr>
          <w:p w14:paraId="6654CE49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E7AAA66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14C005EE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5FFCE75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proofErr w:type="spellStart"/>
            <w:r w:rsidRPr="00A30BA2">
              <w:rPr>
                <w:lang w:val="en-US"/>
              </w:rPr>
              <w:t>E</w:t>
            </w:r>
            <w:r w:rsidR="000625E6">
              <w:rPr>
                <w:lang w:val="en-US"/>
              </w:rPr>
              <w:t>na</w:t>
            </w:r>
            <w:r w:rsidRPr="00A30BA2">
              <w:rPr>
                <w:lang w:val="en-US"/>
              </w:rPr>
              <w:t>ble.Disable</w:t>
            </w:r>
            <w:proofErr w:type="spellEnd"/>
            <w:r w:rsidRPr="00A30BA2">
              <w:rPr>
                <w:lang w:val="en-US"/>
              </w:rPr>
              <w:t xml:space="preserve"> Alarm Send (EAS) </w:t>
            </w:r>
          </w:p>
        </w:tc>
        <w:tc>
          <w:tcPr>
            <w:tcW w:w="1984" w:type="dxa"/>
          </w:tcPr>
          <w:p w14:paraId="31A03892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S5F3</w:t>
            </w:r>
          </w:p>
        </w:tc>
        <w:tc>
          <w:tcPr>
            <w:tcW w:w="992" w:type="dxa"/>
          </w:tcPr>
          <w:p w14:paraId="6AA6F940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2B4FFA4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5B072529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5B03CA7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Alarm Request (LAR)</w:t>
            </w:r>
          </w:p>
        </w:tc>
        <w:tc>
          <w:tcPr>
            <w:tcW w:w="1984" w:type="dxa"/>
          </w:tcPr>
          <w:p w14:paraId="75138731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S5F5</w:t>
            </w:r>
          </w:p>
        </w:tc>
        <w:tc>
          <w:tcPr>
            <w:tcW w:w="992" w:type="dxa"/>
          </w:tcPr>
          <w:p w14:paraId="0936494E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2A6FB66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6FF7191C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C297D13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E</w:t>
            </w:r>
            <w:r w:rsidR="000625E6">
              <w:rPr>
                <w:lang w:val="en-US"/>
              </w:rPr>
              <w:t>nab</w:t>
            </w:r>
            <w:r w:rsidRPr="00A30BA2">
              <w:rPr>
                <w:lang w:val="en-US"/>
              </w:rPr>
              <w:t>led Alarm Request (LEAR)</w:t>
            </w:r>
          </w:p>
        </w:tc>
        <w:tc>
          <w:tcPr>
            <w:tcW w:w="1984" w:type="dxa"/>
          </w:tcPr>
          <w:p w14:paraId="1EB010F4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S5F7</w:t>
            </w:r>
          </w:p>
        </w:tc>
        <w:tc>
          <w:tcPr>
            <w:tcW w:w="992" w:type="dxa"/>
          </w:tcPr>
          <w:p w14:paraId="63872C51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3BC0ACC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14:paraId="3696DDFF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58B41AD" w14:textId="77777777"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Remote Control</w:t>
            </w:r>
          </w:p>
        </w:tc>
        <w:tc>
          <w:tcPr>
            <w:tcW w:w="1984" w:type="dxa"/>
          </w:tcPr>
          <w:p w14:paraId="7A638973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579CE781" w14:textId="77777777"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96A1AE7" w14:textId="77777777"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F36F23" w14:paraId="77E1CD4B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4CF3D74" w14:textId="77777777"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Host Command Sent (HCS) </w:t>
            </w:r>
          </w:p>
        </w:tc>
        <w:tc>
          <w:tcPr>
            <w:tcW w:w="1984" w:type="dxa"/>
          </w:tcPr>
          <w:p w14:paraId="2D755F5D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S2F41</w:t>
            </w:r>
          </w:p>
        </w:tc>
        <w:tc>
          <w:tcPr>
            <w:tcW w:w="992" w:type="dxa"/>
          </w:tcPr>
          <w:p w14:paraId="0AD82C8F" w14:textId="77777777"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2321F27" w14:textId="77777777"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F1EBB71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C8DA3F1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Wafer Table Cleaning Request (WTCR) </w:t>
            </w:r>
          </w:p>
        </w:tc>
        <w:tc>
          <w:tcPr>
            <w:tcW w:w="1984" w:type="dxa"/>
          </w:tcPr>
          <w:p w14:paraId="50D72B64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S3F67</w:t>
            </w:r>
          </w:p>
        </w:tc>
        <w:tc>
          <w:tcPr>
            <w:tcW w:w="992" w:type="dxa"/>
          </w:tcPr>
          <w:p w14:paraId="69A8892C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1A341C4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1F7F8E8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909C395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Inline Immersion Cleaning Request (IICR) </w:t>
            </w:r>
          </w:p>
        </w:tc>
        <w:tc>
          <w:tcPr>
            <w:tcW w:w="1984" w:type="dxa"/>
          </w:tcPr>
          <w:p w14:paraId="56A0EEF0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S3F69 </w:t>
            </w:r>
          </w:p>
        </w:tc>
        <w:tc>
          <w:tcPr>
            <w:tcW w:w="992" w:type="dxa"/>
          </w:tcPr>
          <w:p w14:paraId="76FB55C9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316EFBD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56E7EBD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114AE8D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Equipment Constants</w:t>
            </w:r>
          </w:p>
        </w:tc>
        <w:tc>
          <w:tcPr>
            <w:tcW w:w="1984" w:type="dxa"/>
          </w:tcPr>
          <w:p w14:paraId="717941FE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53E5A741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C4E5DBA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D3AFDCD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B00EE28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Equipment Constant Request (ECR) </w:t>
            </w:r>
          </w:p>
        </w:tc>
        <w:tc>
          <w:tcPr>
            <w:tcW w:w="1984" w:type="dxa"/>
          </w:tcPr>
          <w:p w14:paraId="3DBD31AC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S2F13</w:t>
            </w:r>
          </w:p>
        </w:tc>
        <w:tc>
          <w:tcPr>
            <w:tcW w:w="992" w:type="dxa"/>
          </w:tcPr>
          <w:p w14:paraId="1E2775B8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ADBCC56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FE540F8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B274D0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New Equipment Constant Send (ECS) </w:t>
            </w:r>
          </w:p>
        </w:tc>
        <w:tc>
          <w:tcPr>
            <w:tcW w:w="1984" w:type="dxa"/>
          </w:tcPr>
          <w:p w14:paraId="1DC20DA9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S2F15</w:t>
            </w:r>
          </w:p>
        </w:tc>
        <w:tc>
          <w:tcPr>
            <w:tcW w:w="992" w:type="dxa"/>
          </w:tcPr>
          <w:p w14:paraId="3892CE42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2FF86DA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012444E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8FA59F7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Equipment Constant </w:t>
            </w:r>
            <w:proofErr w:type="spellStart"/>
            <w:r w:rsidRPr="00A30BA2">
              <w:rPr>
                <w:lang w:val="en-US"/>
              </w:rPr>
              <w:t>me</w:t>
            </w:r>
            <w:r>
              <w:rPr>
                <w:lang w:val="en-US"/>
              </w:rPr>
              <w:t>ta</w:t>
            </w:r>
            <w:r w:rsidRPr="00A30BA2">
              <w:rPr>
                <w:lang w:val="en-US"/>
              </w:rPr>
              <w:t>list</w:t>
            </w:r>
            <w:proofErr w:type="spellEnd"/>
            <w:r w:rsidRPr="00A30BA2">
              <w:rPr>
                <w:lang w:val="en-US"/>
              </w:rPr>
              <w:t xml:space="preserve"> Request (ECNR)</w:t>
            </w:r>
          </w:p>
        </w:tc>
        <w:tc>
          <w:tcPr>
            <w:tcW w:w="1984" w:type="dxa"/>
          </w:tcPr>
          <w:p w14:paraId="275A137A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S2F29 </w:t>
            </w:r>
          </w:p>
        </w:tc>
        <w:tc>
          <w:tcPr>
            <w:tcW w:w="992" w:type="dxa"/>
          </w:tcPr>
          <w:p w14:paraId="45A9F262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3C462E2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C993C26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7D333C3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Process Program Management </w:t>
            </w:r>
          </w:p>
        </w:tc>
        <w:tc>
          <w:tcPr>
            <w:tcW w:w="1984" w:type="dxa"/>
          </w:tcPr>
          <w:p w14:paraId="1C758800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63EF1867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6880E4B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4151637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DA53CAB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Inquire (PPI) </w:t>
            </w:r>
          </w:p>
        </w:tc>
        <w:tc>
          <w:tcPr>
            <w:tcW w:w="1984" w:type="dxa"/>
          </w:tcPr>
          <w:p w14:paraId="7715552B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</w:t>
            </w:r>
          </w:p>
        </w:tc>
        <w:tc>
          <w:tcPr>
            <w:tcW w:w="992" w:type="dxa"/>
          </w:tcPr>
          <w:p w14:paraId="087145F1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C94D0A4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565A609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80238E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Send (PPS) </w:t>
            </w:r>
          </w:p>
        </w:tc>
        <w:tc>
          <w:tcPr>
            <w:tcW w:w="1984" w:type="dxa"/>
          </w:tcPr>
          <w:p w14:paraId="384D2E83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S7F3</w:t>
            </w:r>
          </w:p>
        </w:tc>
        <w:tc>
          <w:tcPr>
            <w:tcW w:w="992" w:type="dxa"/>
          </w:tcPr>
          <w:p w14:paraId="03FE2D76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922C17D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9CF4060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79F8801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Request (PPR) </w:t>
            </w:r>
          </w:p>
        </w:tc>
        <w:tc>
          <w:tcPr>
            <w:tcW w:w="1984" w:type="dxa"/>
          </w:tcPr>
          <w:p w14:paraId="7E3154F1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S7F5</w:t>
            </w:r>
          </w:p>
        </w:tc>
        <w:tc>
          <w:tcPr>
            <w:tcW w:w="992" w:type="dxa"/>
          </w:tcPr>
          <w:p w14:paraId="4594A5CD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2A973E0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6EF3B3E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EE58136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Delete Process Program Send (DPS) </w:t>
            </w:r>
          </w:p>
        </w:tc>
        <w:tc>
          <w:tcPr>
            <w:tcW w:w="1984" w:type="dxa"/>
          </w:tcPr>
          <w:p w14:paraId="559AC264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S7F17</w:t>
            </w:r>
          </w:p>
        </w:tc>
        <w:tc>
          <w:tcPr>
            <w:tcW w:w="992" w:type="dxa"/>
          </w:tcPr>
          <w:p w14:paraId="2D206500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ECF6F57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1D9CE8F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2C07CD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Current EPPD Request (RER) </w:t>
            </w:r>
          </w:p>
        </w:tc>
        <w:tc>
          <w:tcPr>
            <w:tcW w:w="1984" w:type="dxa"/>
          </w:tcPr>
          <w:p w14:paraId="4D80EF62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S7F19</w:t>
            </w:r>
          </w:p>
        </w:tc>
        <w:tc>
          <w:tcPr>
            <w:tcW w:w="992" w:type="dxa"/>
          </w:tcPr>
          <w:p w14:paraId="666C68CD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7FD7762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26BD23D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BD60344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Information Request (PPIR) </w:t>
            </w:r>
          </w:p>
        </w:tc>
        <w:tc>
          <w:tcPr>
            <w:tcW w:w="1984" w:type="dxa"/>
          </w:tcPr>
          <w:p w14:paraId="7C480DD6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S7F65 </w:t>
            </w:r>
          </w:p>
        </w:tc>
        <w:tc>
          <w:tcPr>
            <w:tcW w:w="992" w:type="dxa"/>
          </w:tcPr>
          <w:p w14:paraId="7347BC2E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20B3137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CF4499E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D6D3E09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Formatted Process Program Send (FPS) </w:t>
            </w:r>
          </w:p>
        </w:tc>
        <w:tc>
          <w:tcPr>
            <w:tcW w:w="1984" w:type="dxa"/>
          </w:tcPr>
          <w:p w14:paraId="02F1AAE0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S7F23</w:t>
            </w:r>
          </w:p>
        </w:tc>
        <w:tc>
          <w:tcPr>
            <w:tcW w:w="992" w:type="dxa"/>
          </w:tcPr>
          <w:p w14:paraId="0C35116B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AE9F8A2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3C61BD5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2B8F6CF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Formatted Process Program Request (FPR) </w:t>
            </w:r>
          </w:p>
        </w:tc>
        <w:tc>
          <w:tcPr>
            <w:tcW w:w="1984" w:type="dxa"/>
          </w:tcPr>
          <w:p w14:paraId="7CE136D1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S7F25 </w:t>
            </w:r>
          </w:p>
        </w:tc>
        <w:tc>
          <w:tcPr>
            <w:tcW w:w="992" w:type="dxa"/>
          </w:tcPr>
          <w:p w14:paraId="6700E509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85F86E1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9EF26DB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226C021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lastRenderedPageBreak/>
              <w:t xml:space="preserve"> Process Program Verification Send (PVS) </w:t>
            </w:r>
          </w:p>
        </w:tc>
        <w:tc>
          <w:tcPr>
            <w:tcW w:w="1984" w:type="dxa"/>
          </w:tcPr>
          <w:p w14:paraId="73A56E4D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S7F27 </w:t>
            </w:r>
          </w:p>
        </w:tc>
        <w:tc>
          <w:tcPr>
            <w:tcW w:w="992" w:type="dxa"/>
          </w:tcPr>
          <w:p w14:paraId="2C8588A5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9D7E169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0DFC848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6B24B64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Verification Request Send (VRS) </w:t>
            </w:r>
          </w:p>
        </w:tc>
        <w:tc>
          <w:tcPr>
            <w:tcW w:w="1984" w:type="dxa"/>
          </w:tcPr>
          <w:p w14:paraId="71031F21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S7F31 </w:t>
            </w:r>
          </w:p>
        </w:tc>
        <w:tc>
          <w:tcPr>
            <w:tcW w:w="992" w:type="dxa"/>
          </w:tcPr>
          <w:p w14:paraId="1FCE3318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48AEE2B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4F227FE2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41331C5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 Send Special (CDSS) </w:t>
            </w:r>
          </w:p>
        </w:tc>
        <w:tc>
          <w:tcPr>
            <w:tcW w:w="1984" w:type="dxa"/>
          </w:tcPr>
          <w:p w14:paraId="2F693493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S7F73 </w:t>
            </w:r>
          </w:p>
        </w:tc>
        <w:tc>
          <w:tcPr>
            <w:tcW w:w="992" w:type="dxa"/>
          </w:tcPr>
          <w:p w14:paraId="7212B55B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2C4489D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370397F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990DA90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 Request Special (CDRS) </w:t>
            </w:r>
          </w:p>
        </w:tc>
        <w:tc>
          <w:tcPr>
            <w:tcW w:w="1984" w:type="dxa"/>
          </w:tcPr>
          <w:p w14:paraId="451DC1DF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S7F75</w:t>
            </w:r>
          </w:p>
        </w:tc>
        <w:tc>
          <w:tcPr>
            <w:tcW w:w="992" w:type="dxa"/>
          </w:tcPr>
          <w:p w14:paraId="21A34FB8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136192B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9B802E5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35AA3C9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Documentation Verification Send Special (CDVSS) </w:t>
            </w:r>
          </w:p>
        </w:tc>
        <w:tc>
          <w:tcPr>
            <w:tcW w:w="1984" w:type="dxa"/>
          </w:tcPr>
          <w:p w14:paraId="274A5061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S7F77 </w:t>
            </w:r>
          </w:p>
        </w:tc>
        <w:tc>
          <w:tcPr>
            <w:tcW w:w="992" w:type="dxa"/>
          </w:tcPr>
          <w:p w14:paraId="68FA6477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8ED1127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10E120A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3540373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Verification Request Send Special (CVRSS) </w:t>
            </w:r>
          </w:p>
        </w:tc>
        <w:tc>
          <w:tcPr>
            <w:tcW w:w="1984" w:type="dxa"/>
          </w:tcPr>
          <w:p w14:paraId="59154112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S7F81 </w:t>
            </w:r>
          </w:p>
        </w:tc>
        <w:tc>
          <w:tcPr>
            <w:tcW w:w="992" w:type="dxa"/>
          </w:tcPr>
          <w:p w14:paraId="1F6E37C4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25E2714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2003299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3D6F96E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Send Special (DSS)</w:t>
            </w:r>
          </w:p>
        </w:tc>
        <w:tc>
          <w:tcPr>
            <w:tcW w:w="1984" w:type="dxa"/>
          </w:tcPr>
          <w:p w14:paraId="092BA4BD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 S7F83 </w:t>
            </w:r>
          </w:p>
        </w:tc>
        <w:tc>
          <w:tcPr>
            <w:tcW w:w="992" w:type="dxa"/>
          </w:tcPr>
          <w:p w14:paraId="6A5BADD7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A29005F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4EB9642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CA1FB9D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Request Special (DRS) </w:t>
            </w:r>
          </w:p>
        </w:tc>
        <w:tc>
          <w:tcPr>
            <w:tcW w:w="1984" w:type="dxa"/>
          </w:tcPr>
          <w:p w14:paraId="3D3E7C65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S7F85 </w:t>
            </w:r>
          </w:p>
        </w:tc>
        <w:tc>
          <w:tcPr>
            <w:tcW w:w="992" w:type="dxa"/>
          </w:tcPr>
          <w:p w14:paraId="2136F7AC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4C8582D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7EDBB0A4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CF028A1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Verification Send Special (DVSS) </w:t>
            </w:r>
          </w:p>
        </w:tc>
        <w:tc>
          <w:tcPr>
            <w:tcW w:w="1984" w:type="dxa"/>
          </w:tcPr>
          <w:p w14:paraId="2453B3B5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S7F87 </w:t>
            </w:r>
          </w:p>
        </w:tc>
        <w:tc>
          <w:tcPr>
            <w:tcW w:w="992" w:type="dxa"/>
          </w:tcPr>
          <w:p w14:paraId="3A21ED1D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2923A84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4FD81DF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D1489D9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Verification Request Send Special (VRSS) </w:t>
            </w:r>
          </w:p>
        </w:tc>
        <w:tc>
          <w:tcPr>
            <w:tcW w:w="1984" w:type="dxa"/>
          </w:tcPr>
          <w:p w14:paraId="27F936DB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S7F91</w:t>
            </w:r>
          </w:p>
        </w:tc>
        <w:tc>
          <w:tcPr>
            <w:tcW w:w="992" w:type="dxa"/>
          </w:tcPr>
          <w:p w14:paraId="1EBA2E0D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7856EEE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F851FD7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C6C0096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Delete Document Send Special (DDSS) </w:t>
            </w:r>
          </w:p>
        </w:tc>
        <w:tc>
          <w:tcPr>
            <w:tcW w:w="1984" w:type="dxa"/>
          </w:tcPr>
          <w:p w14:paraId="265F334A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S7F93</w:t>
            </w:r>
          </w:p>
        </w:tc>
        <w:tc>
          <w:tcPr>
            <w:tcW w:w="992" w:type="dxa"/>
          </w:tcPr>
          <w:p w14:paraId="2D3F6B96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50F1AD4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A4C8069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11235972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Document Send Special (LDSS) </w:t>
            </w:r>
          </w:p>
        </w:tc>
        <w:tc>
          <w:tcPr>
            <w:tcW w:w="1984" w:type="dxa"/>
          </w:tcPr>
          <w:p w14:paraId="142B11D4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S7F95 </w:t>
            </w:r>
          </w:p>
        </w:tc>
        <w:tc>
          <w:tcPr>
            <w:tcW w:w="992" w:type="dxa"/>
          </w:tcPr>
          <w:p w14:paraId="5357BA52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793C07E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C386B71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3E6FF6E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Equipment Terminal Services </w:t>
            </w:r>
          </w:p>
        </w:tc>
        <w:tc>
          <w:tcPr>
            <w:tcW w:w="1984" w:type="dxa"/>
          </w:tcPr>
          <w:p w14:paraId="5FE1FD25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7BB95AA4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0D73C7E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04CC8889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B7E9456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Request (TRN) </w:t>
            </w:r>
          </w:p>
        </w:tc>
        <w:tc>
          <w:tcPr>
            <w:tcW w:w="1984" w:type="dxa"/>
          </w:tcPr>
          <w:p w14:paraId="120D6942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S10F1 </w:t>
            </w:r>
          </w:p>
        </w:tc>
        <w:tc>
          <w:tcPr>
            <w:tcW w:w="992" w:type="dxa"/>
          </w:tcPr>
          <w:p w14:paraId="278BBD6E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6EEDE22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55A36EC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59E9C81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Display, Single (VTN) </w:t>
            </w:r>
          </w:p>
        </w:tc>
        <w:tc>
          <w:tcPr>
            <w:tcW w:w="1984" w:type="dxa"/>
          </w:tcPr>
          <w:p w14:paraId="20E6C533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S10F3 </w:t>
            </w:r>
          </w:p>
        </w:tc>
        <w:tc>
          <w:tcPr>
            <w:tcW w:w="992" w:type="dxa"/>
          </w:tcPr>
          <w:p w14:paraId="5028022E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9E87195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6DE9CBCC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0F9D4C1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Display, Multi-Block (VTN) </w:t>
            </w:r>
          </w:p>
        </w:tc>
        <w:tc>
          <w:tcPr>
            <w:tcW w:w="1984" w:type="dxa"/>
          </w:tcPr>
          <w:p w14:paraId="0B639B80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S10F5 </w:t>
            </w:r>
          </w:p>
        </w:tc>
        <w:tc>
          <w:tcPr>
            <w:tcW w:w="992" w:type="dxa"/>
          </w:tcPr>
          <w:p w14:paraId="07513780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1CAD8BE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4AAE83F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D3C404E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Bro</w:t>
            </w:r>
            <w:r>
              <w:rPr>
                <w:lang w:val="en-US"/>
              </w:rPr>
              <w:t>adcast (BCN)</w:t>
            </w:r>
            <w:r w:rsidRPr="00A30BA2">
              <w:rPr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14:paraId="4B7BB917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S10F9</w:t>
            </w:r>
          </w:p>
        </w:tc>
        <w:tc>
          <w:tcPr>
            <w:tcW w:w="992" w:type="dxa"/>
          </w:tcPr>
          <w:p w14:paraId="64788F81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0263424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5C9F5FC0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B9CA84F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Clock</w:t>
            </w:r>
          </w:p>
        </w:tc>
        <w:tc>
          <w:tcPr>
            <w:tcW w:w="1984" w:type="dxa"/>
          </w:tcPr>
          <w:p w14:paraId="03F1A463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683C1A97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64D50EA3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2120CBAD" w14:textId="77777777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9292F1A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Date and Time Request (DTR)</w:t>
            </w:r>
          </w:p>
        </w:tc>
        <w:tc>
          <w:tcPr>
            <w:tcW w:w="1984" w:type="dxa"/>
          </w:tcPr>
          <w:p w14:paraId="6C00D6ED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 S2F17</w:t>
            </w:r>
          </w:p>
        </w:tc>
        <w:tc>
          <w:tcPr>
            <w:tcW w:w="992" w:type="dxa"/>
          </w:tcPr>
          <w:p w14:paraId="7742442C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443E3269" w14:textId="77777777"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14:paraId="30B5FF01" w14:textId="77777777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232640C" w14:textId="77777777"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Date and Time Set Request (DTS) </w:t>
            </w:r>
          </w:p>
        </w:tc>
        <w:tc>
          <w:tcPr>
            <w:tcW w:w="1984" w:type="dxa"/>
          </w:tcPr>
          <w:p w14:paraId="6234DCAD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S2F31</w:t>
            </w:r>
          </w:p>
        </w:tc>
        <w:tc>
          <w:tcPr>
            <w:tcW w:w="992" w:type="dxa"/>
          </w:tcPr>
          <w:p w14:paraId="2102BB28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00D2C401" w14:textId="77777777"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198035B8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1049C62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Limits Monitoring </w:t>
            </w:r>
          </w:p>
        </w:tc>
        <w:tc>
          <w:tcPr>
            <w:tcW w:w="1984" w:type="dxa"/>
          </w:tcPr>
          <w:p w14:paraId="38F04AD5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7573ACD6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1BA7750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0DA5F083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6999ED8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Spooling</w:t>
            </w:r>
          </w:p>
        </w:tc>
        <w:tc>
          <w:tcPr>
            <w:tcW w:w="1984" w:type="dxa"/>
          </w:tcPr>
          <w:p w14:paraId="2E6FBDDB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0FD337EE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5154FDF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7B0CE4FE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208848B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Spooling State Model </w:t>
            </w:r>
          </w:p>
        </w:tc>
        <w:tc>
          <w:tcPr>
            <w:tcW w:w="1984" w:type="dxa"/>
          </w:tcPr>
          <w:p w14:paraId="0BD18FC2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0184AEFE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A39EB83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73E2861A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8B9D8DD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Reset Spooling Stream and Function (RSSF)</w:t>
            </w:r>
          </w:p>
        </w:tc>
        <w:tc>
          <w:tcPr>
            <w:tcW w:w="1984" w:type="dxa"/>
          </w:tcPr>
          <w:p w14:paraId="4CC1620A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 xml:space="preserve"> S2F43</w:t>
            </w:r>
          </w:p>
        </w:tc>
        <w:tc>
          <w:tcPr>
            <w:tcW w:w="992" w:type="dxa"/>
          </w:tcPr>
          <w:p w14:paraId="31DAE59C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35A7728E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6480D6C2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543F8F73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Spooled Data (RSD) </w:t>
            </w:r>
          </w:p>
        </w:tc>
        <w:tc>
          <w:tcPr>
            <w:tcW w:w="1984" w:type="dxa"/>
          </w:tcPr>
          <w:p w14:paraId="256F204C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S6F23</w:t>
            </w:r>
          </w:p>
        </w:tc>
        <w:tc>
          <w:tcPr>
            <w:tcW w:w="992" w:type="dxa"/>
          </w:tcPr>
          <w:p w14:paraId="3336BE34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562BAC61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5BBE27E7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DBBC24B" w14:textId="77777777"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Control (Host Initiated)</w:t>
            </w:r>
          </w:p>
        </w:tc>
        <w:tc>
          <w:tcPr>
            <w:tcW w:w="1984" w:type="dxa"/>
          </w:tcPr>
          <w:p w14:paraId="67198DB6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14:paraId="5A5E707B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740E1811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307C05BA" w14:textId="77777777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90DC021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Offline (ROFL) </w:t>
            </w:r>
          </w:p>
        </w:tc>
        <w:tc>
          <w:tcPr>
            <w:tcW w:w="1984" w:type="dxa"/>
          </w:tcPr>
          <w:p w14:paraId="0F908B75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S1F15</w:t>
            </w:r>
          </w:p>
        </w:tc>
        <w:tc>
          <w:tcPr>
            <w:tcW w:w="992" w:type="dxa"/>
          </w:tcPr>
          <w:p w14:paraId="3742B656" w14:textId="77777777"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1559C8E0" w14:textId="77777777"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14:paraId="7CD117C3" w14:textId="77777777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20F48DEF" w14:textId="77777777"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Online (RONL) </w:t>
            </w:r>
          </w:p>
        </w:tc>
        <w:tc>
          <w:tcPr>
            <w:tcW w:w="1984" w:type="dxa"/>
          </w:tcPr>
          <w:p w14:paraId="60F5C9BD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S1F17</w:t>
            </w:r>
          </w:p>
        </w:tc>
        <w:tc>
          <w:tcPr>
            <w:tcW w:w="992" w:type="dxa"/>
          </w:tcPr>
          <w:p w14:paraId="50492F2D" w14:textId="77777777"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14:paraId="22A3B12F" w14:textId="77777777"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14:paraId="7C897CD0" w14:textId="77777777" w:rsidR="00D8135F" w:rsidRDefault="00D8135F" w:rsidP="00D8135F">
      <w:pPr>
        <w:rPr>
          <w:u w:val="single"/>
          <w:lang w:val="en-US"/>
        </w:rPr>
      </w:pPr>
    </w:p>
    <w:p w14:paraId="418623D6" w14:textId="77777777" w:rsidR="009976F3" w:rsidRDefault="009976F3" w:rsidP="00D8135F">
      <w:pPr>
        <w:rPr>
          <w:u w:val="single"/>
          <w:lang w:val="en-US"/>
        </w:rPr>
      </w:pPr>
    </w:p>
    <w:p w14:paraId="52198E5A" w14:textId="77777777" w:rsidR="00335AA2" w:rsidRDefault="00335AA2">
      <w:pPr>
        <w:rPr>
          <w:u w:val="single"/>
          <w:lang w:val="en-US"/>
        </w:rPr>
      </w:pPr>
      <w:r>
        <w:rPr>
          <w:u w:val="single"/>
          <w:lang w:val="en-US"/>
        </w:rPr>
        <w:br w:type="page"/>
      </w:r>
    </w:p>
    <w:p w14:paraId="3976E2B8" w14:textId="77777777" w:rsidR="00F36F23" w:rsidRPr="000625E6" w:rsidRDefault="00F36F23" w:rsidP="00D8135F">
      <w:pPr>
        <w:rPr>
          <w:u w:val="single"/>
          <w:lang w:val="en-US"/>
        </w:rPr>
      </w:pPr>
    </w:p>
    <w:p w14:paraId="20E48663" w14:textId="77777777" w:rsidR="008963E7" w:rsidRPr="00BC7123" w:rsidRDefault="00D3477B" w:rsidP="00335AA2">
      <w:pPr>
        <w:pStyle w:val="Titre1"/>
        <w:numPr>
          <w:ilvl w:val="0"/>
          <w:numId w:val="3"/>
        </w:numPr>
        <w:rPr>
          <w:caps/>
        </w:rPr>
      </w:pPr>
      <w:r w:rsidRPr="00BC7123">
        <w:rPr>
          <w:caps/>
        </w:rPr>
        <w:t>Add tables of o</w:t>
      </w:r>
      <w:r w:rsidR="000625E6" w:rsidRPr="00BC7123">
        <w:rPr>
          <w:caps/>
        </w:rPr>
        <w:t xml:space="preserve">ther </w:t>
      </w:r>
      <w:r w:rsidR="001F4F3E" w:rsidRPr="00BC7123">
        <w:rPr>
          <w:caps/>
        </w:rPr>
        <w:t xml:space="preserve">available </w:t>
      </w:r>
      <w:r w:rsidR="000625E6" w:rsidRPr="00BC7123">
        <w:rPr>
          <w:caps/>
        </w:rPr>
        <w:t xml:space="preserve">compliance </w:t>
      </w:r>
      <w:r w:rsidR="00193C18" w:rsidRPr="00BC7123">
        <w:rPr>
          <w:caps/>
        </w:rPr>
        <w:t>statements</w:t>
      </w:r>
      <w:r w:rsidR="008963E7" w:rsidRPr="00BC7123">
        <w:rPr>
          <w:caps/>
        </w:rPr>
        <w:t xml:space="preserve"> </w:t>
      </w:r>
    </w:p>
    <w:p w14:paraId="7A0439C3" w14:textId="77777777" w:rsidR="008963E7" w:rsidRDefault="008963E7" w:rsidP="00D8135F">
      <w:pPr>
        <w:rPr>
          <w:lang w:val="en-US"/>
        </w:rPr>
      </w:pPr>
      <w:r w:rsidRPr="008963E7">
        <w:rPr>
          <w:lang w:val="en-US"/>
        </w:rPr>
        <w:t>Object Services Standard compliance statement (SEMI E39)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980"/>
        <w:gridCol w:w="990"/>
        <w:gridCol w:w="1170"/>
      </w:tblGrid>
      <w:tr w:rsidR="00D97B0E" w:rsidRPr="00D97B0E" w14:paraId="1376AEEC" w14:textId="77777777" w:rsidTr="00223713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8D7B8" w14:textId="77777777" w:rsidR="00223713" w:rsidRPr="00D97B0E" w:rsidRDefault="00223713" w:rsidP="00BB303C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85449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62EF6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48747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</w:tr>
      <w:tr w:rsidR="00D97B0E" w:rsidRPr="00D97B0E" w14:paraId="72AAF82B" w14:textId="77777777" w:rsidTr="00223713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15E70" w14:textId="77777777" w:rsidR="00223713" w:rsidRPr="00D97B0E" w:rsidRDefault="00223713" w:rsidP="00BB303C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0CC32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68E61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0EE84" w14:textId="77777777"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</w:tr>
    </w:tbl>
    <w:p w14:paraId="23FF8EFF" w14:textId="77777777" w:rsidR="00223713" w:rsidRDefault="00223713" w:rsidP="00D8135F">
      <w:pPr>
        <w:rPr>
          <w:lang w:val="en-US"/>
        </w:rPr>
      </w:pPr>
    </w:p>
    <w:p w14:paraId="1E1D8C67" w14:textId="77777777" w:rsidR="008963E7" w:rsidRDefault="008963E7" w:rsidP="00D8135F">
      <w:pPr>
        <w:rPr>
          <w:lang w:val="en-US"/>
        </w:rPr>
      </w:pPr>
      <w:r w:rsidRPr="008963E7">
        <w:rPr>
          <w:lang w:val="en-US"/>
        </w:rPr>
        <w:t>Processing Management compliance statement (SEMI E40)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D97B0E" w:rsidRPr="00F36F23" w14:paraId="29402267" w14:textId="77777777" w:rsidTr="00EA7EF8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014FF" w14:textId="77777777" w:rsidR="00E2763D" w:rsidRPr="00280073" w:rsidRDefault="00E2763D" w:rsidP="00E2763D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262B7" w14:textId="77777777" w:rsidR="00E2763D" w:rsidRPr="00D97B0E" w:rsidRDefault="00E2763D" w:rsidP="00E2763D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1C580" w14:textId="77777777" w:rsidR="00E2763D" w:rsidRPr="00D97B0E" w:rsidRDefault="00E2763D" w:rsidP="00E2763D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269C3" w14:textId="77777777" w:rsidR="00E2763D" w:rsidRPr="00280073" w:rsidRDefault="00E2763D" w:rsidP="00EA7EF8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D97B0E" w:rsidRPr="00D97B0E" w14:paraId="6B850FA9" w14:textId="77777777" w:rsidTr="00EA7EF8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4849D" w14:textId="77777777" w:rsidR="00E2763D" w:rsidRPr="00D97B0E" w:rsidRDefault="00E2763D" w:rsidP="00E2763D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0418B" w14:textId="77777777" w:rsidR="00E2763D" w:rsidRPr="00D97B0E" w:rsidRDefault="00E2763D" w:rsidP="00E2763D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F486A" w14:textId="77777777" w:rsidR="00E2763D" w:rsidRPr="00D97B0E" w:rsidRDefault="00E2763D" w:rsidP="00E2763D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9D8F5" w14:textId="77777777" w:rsidR="00E2763D" w:rsidRPr="00D97B0E" w:rsidRDefault="00E2763D" w:rsidP="00EA7EF8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14:paraId="6AB6AC5F" w14:textId="77777777" w:rsidR="00E2763D" w:rsidRDefault="00E2763D" w:rsidP="00D8135F">
      <w:pPr>
        <w:rPr>
          <w:lang w:val="en-US"/>
        </w:rPr>
      </w:pPr>
    </w:p>
    <w:p w14:paraId="7CFF9A97" w14:textId="77777777" w:rsidR="008963E7" w:rsidRPr="00F36F23" w:rsidRDefault="008963E7" w:rsidP="00D8135F">
      <w:r w:rsidRPr="00F36F23">
        <w:t>Exception Management (SEMI E41)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F36F23" w14:paraId="22D693CC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A8A23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26782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9DDBD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C6AB6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D97B0E" w14:paraId="13066B82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0BE1F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A69E7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D9710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919FA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14:paraId="78570BFA" w14:textId="77777777" w:rsidR="00F36F23" w:rsidRDefault="00F36F23" w:rsidP="00D8135F"/>
    <w:p w14:paraId="3E73670A" w14:textId="77777777" w:rsidR="008963E7" w:rsidRPr="00F36F23" w:rsidRDefault="008963E7" w:rsidP="00D8135F">
      <w:r w:rsidRPr="00F36F23">
        <w:t xml:space="preserve">Carrier Management compliance </w:t>
      </w:r>
      <w:proofErr w:type="spellStart"/>
      <w:r w:rsidRPr="00F36F23">
        <w:t>statement</w:t>
      </w:r>
      <w:proofErr w:type="spellEnd"/>
      <w:r w:rsidRPr="00F36F23">
        <w:t xml:space="preserve"> (SEMI E87)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350"/>
        <w:gridCol w:w="1080"/>
        <w:gridCol w:w="1710"/>
      </w:tblGrid>
      <w:tr w:rsidR="00D97B0E" w:rsidRPr="00D97B0E" w14:paraId="0A4A066D" w14:textId="77777777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4AFCA" w14:textId="77777777"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8CB53" w14:textId="77777777"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CFB35" w14:textId="77777777"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DE1BE" w14:textId="77777777"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</w:tr>
      <w:tr w:rsidR="00D97B0E" w:rsidRPr="00F36F23" w14:paraId="0A79C223" w14:textId="77777777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53340" w14:textId="77777777" w:rsidR="00223713" w:rsidRPr="00F36F23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C0C2B" w14:textId="77777777"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BB95E" w14:textId="77777777"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32CC8" w14:textId="77777777" w:rsidR="00223713" w:rsidRPr="00F36F23" w:rsidRDefault="00223713" w:rsidP="00223713">
            <w:pPr>
              <w:rPr>
                <w:rFonts w:cstheme="minorHAnsi"/>
                <w:color w:val="3333FF"/>
              </w:rPr>
            </w:pPr>
          </w:p>
        </w:tc>
      </w:tr>
    </w:tbl>
    <w:p w14:paraId="7C196525" w14:textId="77777777" w:rsidR="00E2763D" w:rsidRPr="00F36F23" w:rsidRDefault="00E2763D" w:rsidP="00D8135F"/>
    <w:p w14:paraId="754A31A0" w14:textId="77777777" w:rsidR="00A05C94" w:rsidRDefault="005114C8" w:rsidP="00D8135F">
      <w:pPr>
        <w:rPr>
          <w:lang w:val="en-US"/>
        </w:rPr>
      </w:pPr>
      <w:r>
        <w:rPr>
          <w:lang w:val="en-US"/>
        </w:rPr>
        <w:t>Substrate t</w:t>
      </w:r>
      <w:r w:rsidR="00A05C94" w:rsidRPr="00A05C94">
        <w:rPr>
          <w:lang w:val="en-US"/>
        </w:rPr>
        <w:t>racking compliance statement (SEMI E90)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CF7FA8" w14:paraId="05592ACB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ECAA0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02D92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124E2" w14:textId="77777777" w:rsidR="00F36F23" w:rsidRPr="00A7577B" w:rsidRDefault="00F36F23" w:rsidP="00BB303C">
            <w:pPr>
              <w:rPr>
                <w:rFonts w:cstheme="minorHAnsi"/>
                <w:color w:val="3333FF"/>
                <w:lang w:val="en-GB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0F30E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CF7FA8" w14:paraId="42E5D650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B64E5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EA730B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C3C45" w14:textId="77777777" w:rsidR="00F36F23" w:rsidRPr="00A7577B" w:rsidRDefault="00F36F23" w:rsidP="00BB303C">
            <w:pPr>
              <w:rPr>
                <w:rFonts w:cstheme="minorHAnsi"/>
                <w:color w:val="3333FF"/>
                <w:lang w:val="en-GB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103A7" w14:textId="77777777"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GB"/>
              </w:rPr>
            </w:pPr>
          </w:p>
        </w:tc>
      </w:tr>
    </w:tbl>
    <w:p w14:paraId="065BA132" w14:textId="77777777" w:rsidR="00F36F23" w:rsidRDefault="00F36F23" w:rsidP="00D8135F">
      <w:pPr>
        <w:rPr>
          <w:lang w:val="en-US"/>
        </w:rPr>
      </w:pPr>
    </w:p>
    <w:p w14:paraId="04439E62" w14:textId="77777777" w:rsidR="00E2763D" w:rsidRPr="00F36F23" w:rsidRDefault="00E2763D" w:rsidP="00E2763D">
      <w:pPr>
        <w:rPr>
          <w:lang w:val="en-US"/>
        </w:rPr>
      </w:pPr>
      <w:r w:rsidRPr="00F36F23">
        <w:rPr>
          <w:lang w:val="en-US"/>
        </w:rPr>
        <w:t>Control Job compliance statement (SEMI E94)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350"/>
        <w:gridCol w:w="1080"/>
        <w:gridCol w:w="1710"/>
      </w:tblGrid>
      <w:tr w:rsidR="00D97B0E" w:rsidRPr="00D97B0E" w14:paraId="7D0E5C22" w14:textId="77777777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FD751" w14:textId="77777777"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3FD5E" w14:textId="77777777"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BC8CE" w14:textId="77777777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34F84" w14:textId="77777777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</w:tr>
      <w:tr w:rsidR="00D97B0E" w:rsidRPr="00D97B0E" w14:paraId="0E0525C6" w14:textId="77777777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174BF" w14:textId="77777777" w:rsidR="00E2763D" w:rsidRPr="00280073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8888D" w14:textId="77777777"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B2F70" w14:textId="77777777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7A798" w14:textId="77777777"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</w:tr>
    </w:tbl>
    <w:p w14:paraId="7686CF34" w14:textId="77777777" w:rsidR="00E2763D" w:rsidRDefault="00E2763D" w:rsidP="00D8135F">
      <w:pPr>
        <w:rPr>
          <w:lang w:val="en-US"/>
        </w:rPr>
      </w:pPr>
    </w:p>
    <w:p w14:paraId="2CC7F986" w14:textId="77777777" w:rsidR="00A05C94" w:rsidRDefault="00A05C94" w:rsidP="00D8135F">
      <w:proofErr w:type="spellStart"/>
      <w:r>
        <w:t>Reticle</w:t>
      </w:r>
      <w:proofErr w:type="spellEnd"/>
      <w:r w:rsidR="004F4A35">
        <w:t xml:space="preserve"> and </w:t>
      </w:r>
      <w:proofErr w:type="spellStart"/>
      <w:r w:rsidR="004F4A35">
        <w:t>Pod</w:t>
      </w:r>
      <w:proofErr w:type="spellEnd"/>
      <w:r w:rsidR="004F4A35">
        <w:t xml:space="preserve"> Management compliance </w:t>
      </w:r>
      <w:proofErr w:type="spellStart"/>
      <w:r w:rsidR="004F4A35">
        <w:t>S</w:t>
      </w:r>
      <w:r>
        <w:t>tatement</w:t>
      </w:r>
      <w:proofErr w:type="spellEnd"/>
      <w:r>
        <w:t xml:space="preserve"> (SEMI E109)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F36F23" w14:paraId="4A4F8EAB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C586F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94A20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DA97C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BB731" w14:textId="77777777"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D97B0E" w14:paraId="0796AE43" w14:textId="77777777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114FA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EB960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A69B2" w14:textId="77777777"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5B8FD" w14:textId="77777777"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14:paraId="3AA7E67B" w14:textId="77777777" w:rsidR="00F36F23" w:rsidRDefault="00F36F23" w:rsidP="00D8135F"/>
    <w:p w14:paraId="5641C19E" w14:textId="77777777" w:rsidR="00A05C94" w:rsidRPr="00A05C94" w:rsidRDefault="00A05C94" w:rsidP="00D8135F">
      <w:pPr>
        <w:rPr>
          <w:lang w:val="en-US"/>
        </w:rPr>
      </w:pPr>
    </w:p>
    <w:sectPr w:rsidR="00A05C94" w:rsidRPr="00A05C94" w:rsidSect="00B411A7">
      <w:headerReference w:type="default" r:id="rId7"/>
      <w:footerReference w:type="default" r:id="rId8"/>
      <w:pgSz w:w="11906" w:h="16838"/>
      <w:pgMar w:top="1417" w:right="991" w:bottom="1417" w:left="1417" w:header="708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AA77C" w14:textId="77777777" w:rsidR="002C56A7" w:rsidRDefault="002C56A7" w:rsidP="00B411A7">
      <w:pPr>
        <w:spacing w:after="0" w:line="240" w:lineRule="auto"/>
      </w:pPr>
      <w:r>
        <w:separator/>
      </w:r>
    </w:p>
  </w:endnote>
  <w:endnote w:type="continuationSeparator" w:id="0">
    <w:p w14:paraId="7C50991E" w14:textId="77777777" w:rsidR="002C56A7" w:rsidRDefault="002C56A7" w:rsidP="00B41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Gras">
    <w:panose1 w:val="00000000000000000000"/>
    <w:charset w:val="00"/>
    <w:family w:val="roman"/>
    <w:notTrueType/>
    <w:pitch w:val="default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4E013" w14:textId="77777777" w:rsidR="00BB303C" w:rsidRDefault="00BB303C" w:rsidP="00B411A7">
    <w:pPr>
      <w:pStyle w:val="Mentionslgales"/>
      <w:spacing w:line="180" w:lineRule="exact"/>
      <w:ind w:left="0" w:right="-143"/>
      <w:rPr>
        <w:b/>
        <w:lang w:val="en-US"/>
      </w:rPr>
    </w:pPr>
    <w:r>
      <w:rPr>
        <w:noProof/>
        <w:lang w:eastAsia="fr-FR"/>
      </w:rPr>
      <mc:AlternateContent>
        <mc:Choice Requires="wps">
          <w:drawing>
            <wp:inline distT="0" distB="0" distL="0" distR="0" wp14:anchorId="18BC2568" wp14:editId="04F3BFA8">
              <wp:extent cx="225425" cy="0"/>
              <wp:effectExtent l="0" t="0" r="22225" b="19050"/>
              <wp:docPr id="43" name="Connecteur droit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254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gradFill flip="none" rotWithShape="1">
                          <a:gsLst>
                            <a:gs pos="0">
                              <a:srgbClr val="0A6E28"/>
                            </a:gs>
                            <a:gs pos="100000">
                              <a:srgbClr val="91C30A"/>
                            </a:gs>
                          </a:gsLst>
                          <a:lin ang="0" scaled="1"/>
                          <a:tileRect/>
                        </a:gra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24B231C9" id="Connecteur droit 2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" strokeweight="1.5pt">
              <o:lock v:ext="edit" shapetype="f"/>
              <w10:anchorlock/>
            </v:line>
          </w:pict>
        </mc:Fallback>
      </mc:AlternateContent>
    </w:r>
  </w:p>
  <w:p w14:paraId="4CC4F73E" w14:textId="77777777" w:rsidR="00BB303C" w:rsidRPr="000412D7" w:rsidRDefault="00BB303C" w:rsidP="00B411A7">
    <w:pPr>
      <w:pStyle w:val="Mentionslgales"/>
      <w:spacing w:line="180" w:lineRule="exact"/>
      <w:ind w:left="0" w:right="-143"/>
      <w:rPr>
        <w:b/>
        <w:lang w:val="en-US"/>
      </w:rPr>
    </w:pPr>
    <w:proofErr w:type="spellStart"/>
    <w:r w:rsidRPr="000412D7">
      <w:rPr>
        <w:b/>
        <w:lang w:val="en-US"/>
      </w:rPr>
      <w:t>Leti</w:t>
    </w:r>
    <w:proofErr w:type="spellEnd"/>
    <w:r w:rsidRPr="000412D7">
      <w:rPr>
        <w:b/>
        <w:lang w:val="en-US"/>
      </w:rPr>
      <w:t>, technology research institute</w:t>
    </w:r>
    <w:r w:rsidRPr="000412D7">
      <w:rPr>
        <w:b/>
        <w:color w:val="70AD47" w:themeColor="accent6"/>
        <w:lang w:val="en-US"/>
      </w:rPr>
      <w:t xml:space="preserve"> www.leti.fr</w:t>
    </w:r>
  </w:p>
  <w:p w14:paraId="3B4DE429" w14:textId="77777777" w:rsidR="00BB303C" w:rsidRPr="009906A3" w:rsidRDefault="00BB303C" w:rsidP="00B411A7">
    <w:pPr>
      <w:pStyle w:val="Mentionslgales"/>
      <w:spacing w:line="180" w:lineRule="exact"/>
      <w:ind w:left="0" w:right="-143"/>
    </w:pPr>
    <w:r w:rsidRPr="009906A3">
      <w:t>Commissariat à l’énergie atomique et aux énergies alternatives</w:t>
    </w:r>
    <w:r>
      <w:t xml:space="preserve"> - </w:t>
    </w:r>
    <w:r w:rsidRPr="00450ADA">
      <w:t>Direction de la recherche technologique</w:t>
    </w:r>
  </w:p>
  <w:p w14:paraId="3636BC2E" w14:textId="77777777" w:rsidR="00BB303C" w:rsidRPr="007E7E5E" w:rsidRDefault="00BB303C" w:rsidP="00B411A7">
    <w:pPr>
      <w:pStyle w:val="Mentionslgales"/>
      <w:spacing w:line="180" w:lineRule="exact"/>
      <w:ind w:left="0" w:right="-143"/>
      <w:rPr>
        <w:color w:val="auto"/>
      </w:rPr>
    </w:pPr>
    <w:proofErr w:type="spellStart"/>
    <w:r>
      <w:t>Minatec</w:t>
    </w:r>
    <w:proofErr w:type="spellEnd"/>
    <w:r>
      <w:t xml:space="preserve"> Campus</w:t>
    </w:r>
    <w:r w:rsidRPr="009906A3">
      <w:t xml:space="preserve"> </w:t>
    </w:r>
    <w:r w:rsidRPr="009906A3">
      <w:rPr>
        <w:b/>
        <w:color w:val="91C30A"/>
      </w:rPr>
      <w:t>|</w:t>
    </w:r>
    <w:r w:rsidRPr="009906A3">
      <w:t xml:space="preserve"> 17 </w:t>
    </w:r>
    <w:r>
      <w:t>avenue</w:t>
    </w:r>
    <w:r w:rsidRPr="009906A3">
      <w:t xml:space="preserve"> des Martyrs </w:t>
    </w:r>
    <w:r w:rsidRPr="009906A3">
      <w:rPr>
        <w:b/>
        <w:color w:val="91C30A"/>
      </w:rPr>
      <w:t>|</w:t>
    </w:r>
    <w:r>
      <w:t xml:space="preserve"> </w:t>
    </w:r>
    <w:r w:rsidRPr="009906A3">
      <w:t xml:space="preserve">38054 Grenoble Cedex </w:t>
    </w:r>
    <w:r w:rsidRPr="009906A3">
      <w:rPr>
        <w:b/>
        <w:color w:val="91C30A"/>
      </w:rPr>
      <w:t>|</w:t>
    </w:r>
    <w:r>
      <w:t xml:space="preserve"> France </w:t>
    </w:r>
  </w:p>
  <w:p w14:paraId="6CDE0EE5" w14:textId="77777777" w:rsidR="00BB303C" w:rsidRPr="007E7E5E" w:rsidRDefault="00BB303C" w:rsidP="00B411A7">
    <w:pPr>
      <w:pStyle w:val="Mentionslgales"/>
      <w:tabs>
        <w:tab w:val="right" w:pos="9356"/>
      </w:tabs>
      <w:spacing w:line="180" w:lineRule="exact"/>
      <w:ind w:left="0" w:right="-143"/>
      <w:rPr>
        <w:b/>
        <w:color w:val="ED7D31" w:themeColor="accent2"/>
      </w:rPr>
    </w:pPr>
    <w:r>
      <w:t>T.</w:t>
    </w:r>
    <w:r w:rsidRPr="000F3C73">
      <w:rPr>
        <w:rFonts w:cs="Arial"/>
        <w:noProof/>
        <w:color w:val="339966"/>
        <w:sz w:val="14"/>
        <w:szCs w:val="16"/>
      </w:rPr>
      <w:t xml:space="preserve">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 xml:space="preserve">04 38 78 44 72 – </w:t>
    </w:r>
    <w:r w:rsidRPr="000F3C73">
      <w:rPr>
        <w:rFonts w:cs="Arial"/>
        <w:color w:val="70AD47" w:themeColor="accent6"/>
        <w:sz w:val="14"/>
        <w:szCs w:val="16"/>
      </w:rPr>
      <w:t xml:space="preserve">Fax :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>04 38 78 54 43 -</w:t>
    </w:r>
    <w:r>
      <w:rPr>
        <w:rFonts w:cs="Arial"/>
        <w:color w:val="70AD47" w:themeColor="accent6"/>
        <w:spacing w:val="10"/>
        <w:sz w:val="14"/>
        <w:szCs w:val="16"/>
      </w:rPr>
      <w:t xml:space="preserve"> </w:t>
    </w:r>
    <w:r w:rsidRPr="007E7E5E">
      <w:rPr>
        <w:rFonts w:cs="Arial"/>
        <w:color w:val="70AD47" w:themeColor="accent6"/>
      </w:rPr>
      <w:t xml:space="preserve">Département </w:t>
    </w:r>
    <w:r>
      <w:rPr>
        <w:rFonts w:cs="Arial"/>
        <w:color w:val="70AD47" w:themeColor="accent6"/>
      </w:rPr>
      <w:t>Plates-Formes Technologiques</w:t>
    </w:r>
    <w:r>
      <w:rPr>
        <w:rFonts w:cs="Arial"/>
        <w:color w:val="70AD47" w:themeColor="accent6"/>
      </w:rPr>
      <w:tab/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PAGE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C57903">
      <w:rPr>
        <w:rStyle w:val="Numrodepage"/>
        <w:noProof/>
        <w:color w:val="808080"/>
        <w:sz w:val="16"/>
        <w:szCs w:val="16"/>
      </w:rPr>
      <w:t>8</w:t>
    </w:r>
    <w:r w:rsidRPr="00A346D6">
      <w:rPr>
        <w:rStyle w:val="Numrodepage"/>
        <w:color w:val="808080"/>
        <w:sz w:val="16"/>
        <w:szCs w:val="16"/>
      </w:rPr>
      <w:fldChar w:fldCharType="end"/>
    </w:r>
    <w:r w:rsidRPr="00A346D6">
      <w:rPr>
        <w:rStyle w:val="Numrodepage"/>
        <w:color w:val="808080"/>
        <w:sz w:val="16"/>
        <w:szCs w:val="16"/>
      </w:rPr>
      <w:t>/</w:t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NUMPAGES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C57903">
      <w:rPr>
        <w:rStyle w:val="Numrodepage"/>
        <w:noProof/>
        <w:color w:val="808080"/>
        <w:sz w:val="16"/>
        <w:szCs w:val="16"/>
      </w:rPr>
      <w:t>8</w:t>
    </w:r>
    <w:r w:rsidRPr="00A346D6">
      <w:rPr>
        <w:rStyle w:val="Numrodepage"/>
        <w:color w:val="808080"/>
        <w:sz w:val="16"/>
        <w:szCs w:val="16"/>
      </w:rPr>
      <w:fldChar w:fldCharType="end"/>
    </w:r>
  </w:p>
  <w:p w14:paraId="1DEE4D65" w14:textId="77777777" w:rsidR="00BB303C" w:rsidRDefault="00BB303C" w:rsidP="00B411A7">
    <w:pPr>
      <w:pStyle w:val="Mentionslgales"/>
      <w:tabs>
        <w:tab w:val="right" w:pos="8647"/>
      </w:tabs>
      <w:spacing w:line="180" w:lineRule="exact"/>
      <w:ind w:left="0" w:right="-143"/>
      <w:rPr>
        <w:sz w:val="12"/>
        <w:szCs w:val="12"/>
        <w:lang w:val="en-US"/>
      </w:rPr>
    </w:pPr>
    <w:r>
      <w:fldChar w:fldCharType="begin"/>
    </w:r>
    <w:r w:rsidRPr="000412D7">
      <w:rPr>
        <w:lang w:val="en-US"/>
      </w:rPr>
      <w:instrText xml:space="preserve">  </w:instrText>
    </w:r>
    <w:r>
      <w:fldChar w:fldCharType="end"/>
    </w:r>
    <w:r>
      <w:fldChar w:fldCharType="begin"/>
    </w:r>
    <w:r w:rsidRPr="000412D7">
      <w:rPr>
        <w:lang w:val="en-US"/>
      </w:rPr>
      <w:instrText xml:space="preserve">  </w:instrText>
    </w:r>
    <w:r>
      <w:fldChar w:fldCharType="end"/>
    </w:r>
    <w:r w:rsidRPr="000412D7">
      <w:rPr>
        <w:sz w:val="12"/>
        <w:szCs w:val="12"/>
        <w:lang w:val="en-US"/>
      </w:rPr>
      <w:t xml:space="preserve">Registered with the </w:t>
    </w:r>
    <w:r>
      <w:rPr>
        <w:sz w:val="12"/>
        <w:szCs w:val="12"/>
        <w:lang w:val="en-US"/>
      </w:rPr>
      <w:t xml:space="preserve">Registrar of Commerce of Paris </w:t>
    </w:r>
    <w:r w:rsidRPr="000412D7">
      <w:rPr>
        <w:sz w:val="12"/>
        <w:szCs w:val="12"/>
        <w:lang w:val="en-US"/>
      </w:rPr>
      <w:t>RCS Paris B 775 685</w:t>
    </w:r>
    <w:r>
      <w:rPr>
        <w:sz w:val="12"/>
        <w:szCs w:val="12"/>
        <w:lang w:val="en-US"/>
      </w:rPr>
      <w:t> </w:t>
    </w:r>
    <w:r w:rsidRPr="000412D7">
      <w:rPr>
        <w:sz w:val="12"/>
        <w:szCs w:val="12"/>
        <w:lang w:val="en-US"/>
      </w:rPr>
      <w:t>019</w:t>
    </w:r>
    <w:r>
      <w:rPr>
        <w:sz w:val="12"/>
        <w:szCs w:val="12"/>
        <w:lang w:val="en-US"/>
      </w:rPr>
      <w:t xml:space="preserve"> </w:t>
    </w:r>
  </w:p>
  <w:p w14:paraId="5A1BEC3D" w14:textId="77777777" w:rsidR="00BB303C" w:rsidRPr="006D20F4" w:rsidRDefault="006D20F4" w:rsidP="006D20F4">
    <w:pPr>
      <w:pStyle w:val="Mentionslgales"/>
      <w:tabs>
        <w:tab w:val="right" w:pos="8647"/>
      </w:tabs>
      <w:spacing w:line="180" w:lineRule="exact"/>
      <w:ind w:left="0" w:right="-143"/>
      <w:rPr>
        <w:sz w:val="12"/>
        <w:szCs w:val="12"/>
        <w:lang w:val="en-US"/>
      </w:rPr>
    </w:pPr>
    <w:r>
      <w:rPr>
        <w:sz w:val="12"/>
        <w:szCs w:val="12"/>
        <w:lang w:val="en-US"/>
      </w:rPr>
      <w:t xml:space="preserve">FOR-PF-008 </w:t>
    </w:r>
    <w:r w:rsidRPr="000412D7">
      <w:rPr>
        <w:sz w:val="12"/>
        <w:szCs w:val="12"/>
        <w:lang w:val="en-US"/>
      </w:rPr>
      <w:t xml:space="preserve">Appendix </w:t>
    </w:r>
    <w:r>
      <w:rPr>
        <w:sz w:val="12"/>
        <w:szCs w:val="12"/>
        <w:lang w:val="en-US"/>
      </w:rPr>
      <w:t>J</w:t>
    </w:r>
    <w:r w:rsidRPr="000412D7">
      <w:rPr>
        <w:sz w:val="12"/>
        <w:szCs w:val="12"/>
        <w:lang w:val="en-US"/>
      </w:rPr>
      <w:t xml:space="preserve"> </w:t>
    </w:r>
    <w:r w:rsidRPr="00B411A7">
      <w:rPr>
        <w:sz w:val="12"/>
        <w:szCs w:val="12"/>
        <w:lang w:val="en-US"/>
      </w:rPr>
      <w:t>SECS/GEM C</w:t>
    </w:r>
    <w:r>
      <w:rPr>
        <w:sz w:val="12"/>
        <w:szCs w:val="12"/>
        <w:lang w:val="en-US"/>
      </w:rPr>
      <w:t>ompliance</w:t>
    </w:r>
    <w:r w:rsidRPr="00B411A7">
      <w:rPr>
        <w:sz w:val="12"/>
        <w:szCs w:val="12"/>
        <w:lang w:val="en-US"/>
      </w:rPr>
      <w:t xml:space="preserve"> S</w:t>
    </w:r>
    <w:r>
      <w:rPr>
        <w:sz w:val="12"/>
        <w:szCs w:val="12"/>
        <w:lang w:val="en-US"/>
      </w:rPr>
      <w:t>tatement</w:t>
    </w:r>
    <w:r w:rsidRPr="000412D7">
      <w:rPr>
        <w:sz w:val="12"/>
        <w:szCs w:val="12"/>
        <w:lang w:val="en-US"/>
      </w:rPr>
      <w:t xml:space="preserve"> – Version </w:t>
    </w:r>
    <w:r w:rsidR="00887FB3">
      <w:rPr>
        <w:sz w:val="12"/>
        <w:szCs w:val="12"/>
        <w:lang w:val="en-US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20051" w14:textId="77777777" w:rsidR="002C56A7" w:rsidRDefault="002C56A7" w:rsidP="00B411A7">
      <w:pPr>
        <w:spacing w:after="0" w:line="240" w:lineRule="auto"/>
      </w:pPr>
      <w:r>
        <w:separator/>
      </w:r>
    </w:p>
  </w:footnote>
  <w:footnote w:type="continuationSeparator" w:id="0">
    <w:p w14:paraId="5A3AD4D2" w14:textId="77777777" w:rsidR="002C56A7" w:rsidRDefault="002C56A7" w:rsidP="00B41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C858F" w14:textId="77777777" w:rsidR="00BB303C" w:rsidRPr="000412D7" w:rsidRDefault="00327E02" w:rsidP="00327E02">
    <w:pPr>
      <w:pStyle w:val="En-tte"/>
      <w:ind w:left="2694"/>
      <w:rPr>
        <w:rFonts w:cs="Arial"/>
        <w:color w:val="BFBFBF" w:themeColor="background1" w:themeShade="BF"/>
        <w:sz w:val="18"/>
        <w:szCs w:val="18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16AC6E31" wp14:editId="700C08D7">
          <wp:simplePos x="0" y="0"/>
          <wp:positionH relativeFrom="column">
            <wp:posOffset>-480695</wp:posOffset>
          </wp:positionH>
          <wp:positionV relativeFrom="paragraph">
            <wp:posOffset>-87630</wp:posOffset>
          </wp:positionV>
          <wp:extent cx="1952625" cy="968375"/>
          <wp:effectExtent l="0" t="0" r="9525" b="3175"/>
          <wp:wrapTight wrapText="bothSides">
            <wp:wrapPolygon edited="0">
              <wp:start x="0" y="0"/>
              <wp:lineTo x="0" y="21246"/>
              <wp:lineTo x="21495" y="21246"/>
              <wp:lineTo x="21495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968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303C">
      <w:rPr>
        <w:rFonts w:cs="Arial"/>
        <w:color w:val="BFBFBF" w:themeColor="background1" w:themeShade="BF"/>
        <w:sz w:val="18"/>
        <w:szCs w:val="18"/>
      </w:rPr>
      <w:t>D</w:t>
    </w:r>
    <w:r w:rsidR="00BB303C" w:rsidRPr="000412D7">
      <w:rPr>
        <w:rFonts w:cs="Arial"/>
        <w:color w:val="BFBFBF" w:themeColor="background1" w:themeShade="BF"/>
        <w:sz w:val="18"/>
        <w:szCs w:val="18"/>
      </w:rPr>
      <w:t>irection de la recherche technologique (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Technological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 xml:space="preserve"> 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Research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 xml:space="preserve"> 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Department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>)</w:t>
    </w:r>
  </w:p>
  <w:p w14:paraId="36CCA0A8" w14:textId="77777777" w:rsidR="00BB303C" w:rsidRPr="00280073" w:rsidRDefault="00BB303C" w:rsidP="00327E02">
    <w:pPr>
      <w:pStyle w:val="En-tte"/>
      <w:spacing w:before="80"/>
      <w:ind w:left="2694"/>
      <w:rPr>
        <w:b/>
        <w:color w:val="BFBFBF" w:themeColor="background1" w:themeShade="BF"/>
        <w:spacing w:val="20"/>
        <w:lang w:val="en-US"/>
      </w:rPr>
    </w:pPr>
    <w:r w:rsidRPr="00280073">
      <w:rPr>
        <w:b/>
        <w:color w:val="BFBFBF" w:themeColor="background1" w:themeShade="BF"/>
        <w:spacing w:val="20"/>
        <w:lang w:val="en-US"/>
      </w:rPr>
      <w:t>DPFT</w:t>
    </w:r>
  </w:p>
  <w:p w14:paraId="633C2179" w14:textId="77777777" w:rsidR="00BB303C" w:rsidRPr="00280073" w:rsidRDefault="00BB303C" w:rsidP="00327E02">
    <w:pPr>
      <w:pStyle w:val="En-tte"/>
      <w:spacing w:before="80"/>
      <w:ind w:left="2694"/>
      <w:rPr>
        <w:b/>
        <w:color w:val="BFBFBF" w:themeColor="background1" w:themeShade="BF"/>
        <w:spacing w:val="20"/>
        <w:sz w:val="14"/>
        <w:lang w:val="en-US"/>
      </w:rPr>
    </w:pPr>
  </w:p>
  <w:p w14:paraId="14DD13FF" w14:textId="77777777" w:rsidR="00BB303C" w:rsidRPr="00280073" w:rsidRDefault="00BB303C" w:rsidP="00327E02">
    <w:pPr>
      <w:pStyle w:val="En-tte"/>
      <w:ind w:left="2694"/>
      <w:rPr>
        <w:rFonts w:ascii="Arial Gras" w:hAnsi="Arial Gras" w:cs="Arial"/>
        <w:b/>
        <w:bCs/>
        <w:caps/>
        <w:color w:val="BFBFBF" w:themeColor="background1" w:themeShade="BF"/>
        <w:kern w:val="32"/>
        <w:szCs w:val="32"/>
        <w:lang w:val="en-US"/>
      </w:rPr>
    </w:pPr>
    <w:r w:rsidRPr="00280073">
      <w:rPr>
        <w:rFonts w:ascii="Arial Gras" w:hAnsi="Arial Gras" w:cs="Arial"/>
        <w:b/>
        <w:bCs/>
        <w:caps/>
        <w:color w:val="BFBFBF" w:themeColor="background1" w:themeShade="BF"/>
        <w:kern w:val="32"/>
        <w:szCs w:val="32"/>
        <w:lang w:val="en-US"/>
      </w:rPr>
      <w:t>APPENDIX J: SECS/GEM Compliance Statement</w:t>
    </w:r>
  </w:p>
  <w:p w14:paraId="0054ECD7" w14:textId="2B3CD022" w:rsidR="008F51F4" w:rsidRPr="00CF7FA8" w:rsidRDefault="00BB303C" w:rsidP="008F51F4">
    <w:pPr>
      <w:pStyle w:val="En-tte"/>
      <w:ind w:left="2694"/>
      <w:rPr>
        <w:rFonts w:ascii="Arial" w:hAnsi="Arial" w:cs="Arial"/>
        <w:color w:val="BFBFBF" w:themeColor="background1" w:themeShade="BF"/>
        <w:lang w:val="en-US"/>
      </w:rPr>
    </w:pPr>
    <w:r w:rsidRPr="00CF7FA8">
      <w:rPr>
        <w:rFonts w:ascii="Arial" w:hAnsi="Arial" w:cs="Arial"/>
        <w:b/>
        <w:color w:val="BFBFBF" w:themeColor="background1" w:themeShade="BF"/>
        <w:lang w:val="en-US"/>
      </w:rPr>
      <w:t>Ref.</w:t>
    </w:r>
    <w:r w:rsidRPr="00CF7FA8">
      <w:rPr>
        <w:rFonts w:ascii="Arial" w:hAnsi="Arial" w:cs="Arial"/>
        <w:color w:val="BFBFBF" w:themeColor="background1" w:themeShade="BF"/>
        <w:lang w:val="en-US"/>
      </w:rPr>
      <w:t xml:space="preserve">: </w:t>
    </w:r>
    <w:r w:rsidR="00CF7FA8" w:rsidRPr="00CF7FA8">
      <w:rPr>
        <w:rFonts w:ascii="Arial" w:hAnsi="Arial" w:cs="Arial"/>
        <w:color w:val="BFBFBF" w:themeColor="background1" w:themeShade="BF"/>
        <w:szCs w:val="20"/>
        <w:lang w:val="en-US"/>
      </w:rPr>
      <w:t>DRT-LETI-DPFT-SMCP-LPMS-25-07-001681</w:t>
    </w:r>
  </w:p>
  <w:p w14:paraId="550EA75B" w14:textId="77777777" w:rsidR="00BB303C" w:rsidRPr="00280073" w:rsidRDefault="00BB303C" w:rsidP="00B411A7">
    <w:pPr>
      <w:pStyle w:val="En-tte"/>
      <w:spacing w:before="80"/>
      <w:ind w:left="851"/>
      <w:rPr>
        <w:b/>
        <w:color w:val="BFBFBF" w:themeColor="background1" w:themeShade="BF"/>
        <w:spacing w:val="20"/>
        <w:lang w:val="en-US"/>
      </w:rPr>
    </w:pPr>
  </w:p>
  <w:p w14:paraId="2E373131" w14:textId="77777777" w:rsidR="00BB303C" w:rsidRPr="00280073" w:rsidRDefault="00BB303C">
    <w:pPr>
      <w:pStyle w:val="En-tt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9140D"/>
    <w:multiLevelType w:val="multilevel"/>
    <w:tmpl w:val="26584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A1A71BB"/>
    <w:multiLevelType w:val="hybridMultilevel"/>
    <w:tmpl w:val="86E46F72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F1B4C"/>
    <w:multiLevelType w:val="hybridMultilevel"/>
    <w:tmpl w:val="A9944632"/>
    <w:lvl w:ilvl="0" w:tplc="1414CA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C634B"/>
    <w:multiLevelType w:val="hybridMultilevel"/>
    <w:tmpl w:val="A40E1C80"/>
    <w:lvl w:ilvl="0" w:tplc="24FAD9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034CF"/>
    <w:multiLevelType w:val="hybridMultilevel"/>
    <w:tmpl w:val="99303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61C42"/>
    <w:multiLevelType w:val="hybridMultilevel"/>
    <w:tmpl w:val="4DD2D53E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B67F4"/>
    <w:multiLevelType w:val="hybridMultilevel"/>
    <w:tmpl w:val="3E48CE6E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486"/>
    <w:rsid w:val="000226A1"/>
    <w:rsid w:val="000625E6"/>
    <w:rsid w:val="00062A0A"/>
    <w:rsid w:val="0007293C"/>
    <w:rsid w:val="00084902"/>
    <w:rsid w:val="000B793A"/>
    <w:rsid w:val="000D01F2"/>
    <w:rsid w:val="000E0B2B"/>
    <w:rsid w:val="00113F4B"/>
    <w:rsid w:val="00114FF1"/>
    <w:rsid w:val="00141765"/>
    <w:rsid w:val="001633DC"/>
    <w:rsid w:val="001641D7"/>
    <w:rsid w:val="00190FA7"/>
    <w:rsid w:val="00193C18"/>
    <w:rsid w:val="001B4743"/>
    <w:rsid w:val="001B5F74"/>
    <w:rsid w:val="001F4F3E"/>
    <w:rsid w:val="00207D10"/>
    <w:rsid w:val="00223713"/>
    <w:rsid w:val="00261E57"/>
    <w:rsid w:val="00280073"/>
    <w:rsid w:val="002A665D"/>
    <w:rsid w:val="002C56A7"/>
    <w:rsid w:val="002C7B8E"/>
    <w:rsid w:val="002D26D8"/>
    <w:rsid w:val="002D6E4B"/>
    <w:rsid w:val="002E4A68"/>
    <w:rsid w:val="00327E02"/>
    <w:rsid w:val="00335AA2"/>
    <w:rsid w:val="00336566"/>
    <w:rsid w:val="003D69C7"/>
    <w:rsid w:val="003F57F3"/>
    <w:rsid w:val="00404118"/>
    <w:rsid w:val="0042732C"/>
    <w:rsid w:val="00455AD5"/>
    <w:rsid w:val="004F4A35"/>
    <w:rsid w:val="005114C8"/>
    <w:rsid w:val="00512702"/>
    <w:rsid w:val="005440E1"/>
    <w:rsid w:val="00553091"/>
    <w:rsid w:val="00554DB4"/>
    <w:rsid w:val="00563326"/>
    <w:rsid w:val="00575D42"/>
    <w:rsid w:val="005B62AD"/>
    <w:rsid w:val="0061065E"/>
    <w:rsid w:val="00630620"/>
    <w:rsid w:val="00643B56"/>
    <w:rsid w:val="006A5ED6"/>
    <w:rsid w:val="006D20F4"/>
    <w:rsid w:val="006F4F13"/>
    <w:rsid w:val="00746486"/>
    <w:rsid w:val="00756C5E"/>
    <w:rsid w:val="00784FD1"/>
    <w:rsid w:val="00786E58"/>
    <w:rsid w:val="00793E29"/>
    <w:rsid w:val="007B3925"/>
    <w:rsid w:val="00855282"/>
    <w:rsid w:val="00874911"/>
    <w:rsid w:val="00887FB3"/>
    <w:rsid w:val="008963E7"/>
    <w:rsid w:val="008C4F39"/>
    <w:rsid w:val="008D3DC4"/>
    <w:rsid w:val="008D4A54"/>
    <w:rsid w:val="008F51F4"/>
    <w:rsid w:val="009143EC"/>
    <w:rsid w:val="009172C8"/>
    <w:rsid w:val="00934E6E"/>
    <w:rsid w:val="009718BA"/>
    <w:rsid w:val="009976F3"/>
    <w:rsid w:val="009B6FCD"/>
    <w:rsid w:val="009C6706"/>
    <w:rsid w:val="009D4332"/>
    <w:rsid w:val="009D5F77"/>
    <w:rsid w:val="009E4D51"/>
    <w:rsid w:val="00A05C94"/>
    <w:rsid w:val="00A30BA2"/>
    <w:rsid w:val="00A7577B"/>
    <w:rsid w:val="00A951E4"/>
    <w:rsid w:val="00AC2461"/>
    <w:rsid w:val="00B03909"/>
    <w:rsid w:val="00B121EB"/>
    <w:rsid w:val="00B411A7"/>
    <w:rsid w:val="00B52DEC"/>
    <w:rsid w:val="00BB303C"/>
    <w:rsid w:val="00BC7123"/>
    <w:rsid w:val="00BF001B"/>
    <w:rsid w:val="00BF3AC2"/>
    <w:rsid w:val="00C305FE"/>
    <w:rsid w:val="00C3065B"/>
    <w:rsid w:val="00C441BB"/>
    <w:rsid w:val="00C44319"/>
    <w:rsid w:val="00C55788"/>
    <w:rsid w:val="00C57903"/>
    <w:rsid w:val="00C777DF"/>
    <w:rsid w:val="00C82542"/>
    <w:rsid w:val="00C852F8"/>
    <w:rsid w:val="00C97C6C"/>
    <w:rsid w:val="00CB7409"/>
    <w:rsid w:val="00CE5C15"/>
    <w:rsid w:val="00CF7FA8"/>
    <w:rsid w:val="00D0311B"/>
    <w:rsid w:val="00D04563"/>
    <w:rsid w:val="00D17CF7"/>
    <w:rsid w:val="00D3477B"/>
    <w:rsid w:val="00D52CCC"/>
    <w:rsid w:val="00D53B7B"/>
    <w:rsid w:val="00D8135F"/>
    <w:rsid w:val="00D97B0E"/>
    <w:rsid w:val="00DA3244"/>
    <w:rsid w:val="00DC7345"/>
    <w:rsid w:val="00DE2704"/>
    <w:rsid w:val="00DF3953"/>
    <w:rsid w:val="00E0135C"/>
    <w:rsid w:val="00E013D3"/>
    <w:rsid w:val="00E2763D"/>
    <w:rsid w:val="00E57CCC"/>
    <w:rsid w:val="00E9338C"/>
    <w:rsid w:val="00EA122C"/>
    <w:rsid w:val="00EA240C"/>
    <w:rsid w:val="00EA3FA6"/>
    <w:rsid w:val="00EA4C9C"/>
    <w:rsid w:val="00EA7EF8"/>
    <w:rsid w:val="00ED5080"/>
    <w:rsid w:val="00F00AEA"/>
    <w:rsid w:val="00F24772"/>
    <w:rsid w:val="00F36F23"/>
    <w:rsid w:val="00F9307E"/>
    <w:rsid w:val="00FA2DF8"/>
    <w:rsid w:val="00FB0BAC"/>
    <w:rsid w:val="00FE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C04CD2"/>
  <w15:chartTrackingRefBased/>
  <w15:docId w15:val="{69FB93DD-2015-4A9C-9521-6A7CFCD70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Paragraphedeliste"/>
    <w:next w:val="Normal"/>
    <w:link w:val="Titre1Car"/>
    <w:qFormat/>
    <w:rsid w:val="00793E29"/>
    <w:pPr>
      <w:ind w:left="0"/>
      <w:outlineLvl w:val="0"/>
    </w:pPr>
    <w:rPr>
      <w:b/>
      <w:sz w:val="28"/>
      <w:u w:val="single"/>
      <w:lang w:val="en-US"/>
    </w:rPr>
  </w:style>
  <w:style w:type="paragraph" w:styleId="Titre2">
    <w:name w:val="heading 2"/>
    <w:basedOn w:val="Normal"/>
    <w:next w:val="Normal"/>
    <w:link w:val="Titre2Car"/>
    <w:qFormat/>
    <w:rsid w:val="007B392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fr-FR"/>
    </w:rPr>
  </w:style>
  <w:style w:type="paragraph" w:styleId="Titre3">
    <w:name w:val="heading 3"/>
    <w:aliases w:val="style 2"/>
    <w:basedOn w:val="Normal"/>
    <w:next w:val="Retraitnormal"/>
    <w:link w:val="Titre3Car"/>
    <w:qFormat/>
    <w:rsid w:val="007B39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A4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2D26D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-tte">
    <w:name w:val="header"/>
    <w:basedOn w:val="Normal"/>
    <w:link w:val="En-tteCar"/>
    <w:unhideWhenUsed/>
    <w:rsid w:val="00B41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11A7"/>
  </w:style>
  <w:style w:type="paragraph" w:styleId="Pieddepage">
    <w:name w:val="footer"/>
    <w:basedOn w:val="Normal"/>
    <w:link w:val="PieddepageCar"/>
    <w:unhideWhenUsed/>
    <w:rsid w:val="00B41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B411A7"/>
  </w:style>
  <w:style w:type="character" w:styleId="Numrodepage">
    <w:name w:val="page number"/>
    <w:basedOn w:val="Policepardfaut"/>
    <w:rsid w:val="00B411A7"/>
  </w:style>
  <w:style w:type="paragraph" w:customStyle="1" w:styleId="Mentionslgales">
    <w:name w:val="Mentions légales"/>
    <w:basedOn w:val="Normal"/>
    <w:qFormat/>
    <w:rsid w:val="00B411A7"/>
    <w:pPr>
      <w:spacing w:after="0" w:line="324" w:lineRule="auto"/>
      <w:ind w:left="-113" w:right="-108"/>
    </w:pPr>
    <w:rPr>
      <w:rFonts w:ascii="Arial" w:eastAsia="Calibri" w:hAnsi="Arial" w:cs="Times New Roman"/>
      <w:color w:val="7F7F7F"/>
      <w:sz w:val="15"/>
      <w:szCs w:val="15"/>
    </w:rPr>
  </w:style>
  <w:style w:type="character" w:customStyle="1" w:styleId="Titre1Car">
    <w:name w:val="Titre 1 Car"/>
    <w:basedOn w:val="Policepardfaut"/>
    <w:link w:val="Titre1"/>
    <w:rsid w:val="00793E29"/>
    <w:rPr>
      <w:b/>
      <w:sz w:val="28"/>
      <w:u w:val="single"/>
      <w:lang w:val="en-US"/>
    </w:rPr>
  </w:style>
  <w:style w:type="character" w:customStyle="1" w:styleId="Titre2Car">
    <w:name w:val="Titre 2 Car"/>
    <w:basedOn w:val="Policepardfaut"/>
    <w:link w:val="Titre2"/>
    <w:rsid w:val="007B3925"/>
    <w:rPr>
      <w:rFonts w:ascii="Arial" w:eastAsia="Times New Roman" w:hAnsi="Arial" w:cs="Arial"/>
      <w:b/>
      <w:bCs/>
      <w:i/>
      <w:iCs/>
      <w:sz w:val="28"/>
      <w:szCs w:val="28"/>
      <w:lang w:val="en-US" w:eastAsia="fr-FR"/>
    </w:rPr>
  </w:style>
  <w:style w:type="character" w:customStyle="1" w:styleId="Titre3Car">
    <w:name w:val="Titre 3 Car"/>
    <w:aliases w:val="style 2 Car"/>
    <w:basedOn w:val="Policepardfaut"/>
    <w:link w:val="Titre3"/>
    <w:rsid w:val="007B3925"/>
    <w:rPr>
      <w:rFonts w:ascii="Arial" w:eastAsia="Times New Roman" w:hAnsi="Arial" w:cs="Arial"/>
      <w:b/>
      <w:bCs/>
      <w:sz w:val="26"/>
      <w:szCs w:val="26"/>
      <w:lang w:val="en-US" w:eastAsia="fr-FR"/>
    </w:rPr>
  </w:style>
  <w:style w:type="paragraph" w:styleId="Retraitnormal">
    <w:name w:val="Normal Indent"/>
    <w:basedOn w:val="Normal"/>
    <w:rsid w:val="007B3925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4"/>
      <w:lang w:val="en-US" w:eastAsia="fr-FR"/>
    </w:rPr>
  </w:style>
  <w:style w:type="paragraph" w:styleId="Paragraphedeliste">
    <w:name w:val="List Paragraph"/>
    <w:basedOn w:val="Normal"/>
    <w:uiPriority w:val="34"/>
    <w:qFormat/>
    <w:rsid w:val="00793E29"/>
    <w:pPr>
      <w:ind w:left="720"/>
      <w:contextualSpacing/>
    </w:pPr>
  </w:style>
  <w:style w:type="paragraph" w:customStyle="1" w:styleId="Default">
    <w:name w:val="Default"/>
    <w:rsid w:val="002237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PMingLiU" w:hAnsi="Times New Roman" w:cs="Times New Roman"/>
      <w:color w:val="000000"/>
      <w:sz w:val="24"/>
      <w:szCs w:val="24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katmandou\share\400-Infos_communes\400.48-Qualite_Plateformes\Formulaires\Achat%20-%20Travaux\APPENDIX%20J%20SECS-GEM%20Compliance%20Statemen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APPENDIX J SECS-GEM Compliance Statement.dotx</Template>
  <TotalTime>1</TotalTime>
  <Pages>8</Pages>
  <Words>1034</Words>
  <Characters>5691</Characters>
  <Application>Microsoft Office Word</Application>
  <DocSecurity>4</DocSecurity>
  <Lines>47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FOR-PF-008 Appendix J SECS/GEM Compliance Statement</vt:lpstr>
      <vt:lpstr>APPENDIX J: SECS/GEM COMPLIANCE STATEMENT</vt:lpstr>
    </vt:vector>
  </TitlesOfParts>
  <Company>CEA</Company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FOR-PF-008 Appendix J SECS/GEM Compliance Statement</dc:title>
  <dc:subject/>
  <dc:creator>GRISARD Delphine</dc:creator>
  <cp:keywords/>
  <dc:description/>
  <cp:lastModifiedBy>REYNAUD Laure</cp:lastModifiedBy>
  <cp:revision>2</cp:revision>
  <dcterms:created xsi:type="dcterms:W3CDTF">2025-10-24T12:54:00Z</dcterms:created>
  <dcterms:modified xsi:type="dcterms:W3CDTF">2025-10-24T12:54:00Z</dcterms:modified>
</cp:coreProperties>
</file>